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A4F02" w14:textId="77777777" w:rsidR="00CE0C57" w:rsidRPr="00B169DF" w:rsidRDefault="00997F14" w:rsidP="00CE0C57">
      <w:pPr>
        <w:spacing w:line="240" w:lineRule="auto"/>
        <w:jc w:val="right"/>
        <w:rPr>
          <w:rFonts w:ascii="Corbel" w:hAnsi="Corbel"/>
          <w:bCs/>
          <w:i/>
        </w:rPr>
      </w:pPr>
      <w:r w:rsidRPr="007362F2">
        <w:rPr>
          <w:rFonts w:ascii="Times New Roman" w:hAnsi="Times New Roman"/>
          <w:b/>
          <w:bCs/>
        </w:rPr>
        <w:t xml:space="preserve">   </w:t>
      </w:r>
      <w:r w:rsidR="00CD6897" w:rsidRPr="007362F2">
        <w:rPr>
          <w:rFonts w:ascii="Times New Roman" w:hAnsi="Times New Roman"/>
          <w:b/>
          <w:bCs/>
        </w:rPr>
        <w:tab/>
      </w:r>
      <w:r w:rsidR="00CD6897" w:rsidRPr="007362F2">
        <w:rPr>
          <w:rFonts w:ascii="Times New Roman" w:hAnsi="Times New Roman"/>
          <w:b/>
          <w:bCs/>
        </w:rPr>
        <w:tab/>
      </w:r>
      <w:r w:rsidR="00CD6897" w:rsidRPr="007362F2">
        <w:rPr>
          <w:rFonts w:ascii="Times New Roman" w:hAnsi="Times New Roman"/>
          <w:b/>
          <w:bCs/>
        </w:rPr>
        <w:tab/>
      </w:r>
      <w:r w:rsidR="00CD6897" w:rsidRPr="007362F2">
        <w:rPr>
          <w:rFonts w:ascii="Times New Roman" w:hAnsi="Times New Roman"/>
          <w:b/>
          <w:bCs/>
        </w:rPr>
        <w:tab/>
      </w:r>
      <w:r w:rsidR="00CD6897" w:rsidRPr="007362F2">
        <w:rPr>
          <w:rFonts w:ascii="Times New Roman" w:hAnsi="Times New Roman"/>
          <w:b/>
          <w:bCs/>
        </w:rPr>
        <w:tab/>
      </w:r>
      <w:r w:rsidR="00CD6897" w:rsidRPr="007362F2">
        <w:rPr>
          <w:rFonts w:ascii="Times New Roman" w:hAnsi="Times New Roman"/>
          <w:b/>
          <w:bCs/>
        </w:rPr>
        <w:tab/>
      </w:r>
      <w:r w:rsidR="00CE0C57" w:rsidRPr="00B169DF">
        <w:rPr>
          <w:rFonts w:ascii="Corbel" w:hAnsi="Corbel"/>
          <w:bCs/>
          <w:i/>
        </w:rPr>
        <w:t xml:space="preserve">Załącznik nr 1.5 do Zarządzenia Rektora UR  nr </w:t>
      </w:r>
      <w:r w:rsidR="00CE0C57">
        <w:rPr>
          <w:rFonts w:ascii="Corbel" w:hAnsi="Corbel"/>
          <w:bCs/>
          <w:i/>
        </w:rPr>
        <w:t>61/2025</w:t>
      </w:r>
    </w:p>
    <w:p w14:paraId="47764600" w14:textId="2595E4A8" w:rsidR="006E5D65" w:rsidRPr="007362F2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F683CC1" w14:textId="77777777" w:rsidR="0085747A" w:rsidRPr="007362F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62F2">
        <w:rPr>
          <w:rFonts w:ascii="Corbel" w:hAnsi="Corbel"/>
          <w:b/>
          <w:smallCaps/>
          <w:sz w:val="24"/>
          <w:szCs w:val="24"/>
        </w:rPr>
        <w:t>SYLABUS</w:t>
      </w:r>
    </w:p>
    <w:p w14:paraId="79930DC1" w14:textId="1B7D8C7E" w:rsidR="006D5C0A" w:rsidRPr="007362F2" w:rsidRDefault="0071620A" w:rsidP="006D5C0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62F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362F2">
        <w:rPr>
          <w:rFonts w:ascii="Corbel" w:hAnsi="Corbel"/>
          <w:b/>
          <w:smallCaps/>
          <w:sz w:val="24"/>
          <w:szCs w:val="24"/>
        </w:rPr>
        <w:t xml:space="preserve"> </w:t>
      </w:r>
      <w:r w:rsidR="006D5C0A" w:rsidRPr="007362F2">
        <w:rPr>
          <w:rFonts w:ascii="Corbel" w:hAnsi="Corbel"/>
          <w:i/>
          <w:smallCaps/>
          <w:sz w:val="24"/>
          <w:szCs w:val="24"/>
        </w:rPr>
        <w:t>202</w:t>
      </w:r>
      <w:r w:rsidR="00A00542">
        <w:rPr>
          <w:rFonts w:ascii="Corbel" w:hAnsi="Corbel"/>
          <w:i/>
          <w:smallCaps/>
          <w:sz w:val="24"/>
          <w:szCs w:val="24"/>
        </w:rPr>
        <w:t>5</w:t>
      </w:r>
      <w:r w:rsidR="006D5C0A" w:rsidRPr="007362F2">
        <w:rPr>
          <w:rFonts w:ascii="Corbel" w:hAnsi="Corbel"/>
          <w:i/>
          <w:smallCaps/>
          <w:sz w:val="24"/>
          <w:szCs w:val="24"/>
        </w:rPr>
        <w:t>/202</w:t>
      </w:r>
      <w:r w:rsidR="00A00542">
        <w:rPr>
          <w:rFonts w:ascii="Corbel" w:hAnsi="Corbel"/>
          <w:i/>
          <w:smallCaps/>
          <w:sz w:val="24"/>
          <w:szCs w:val="24"/>
        </w:rPr>
        <w:t>6</w:t>
      </w:r>
      <w:r w:rsidR="006D5C0A" w:rsidRPr="007362F2">
        <w:rPr>
          <w:rFonts w:ascii="Corbel" w:hAnsi="Corbel"/>
          <w:i/>
          <w:smallCaps/>
          <w:sz w:val="24"/>
          <w:szCs w:val="24"/>
        </w:rPr>
        <w:t xml:space="preserve"> – 202</w:t>
      </w:r>
      <w:r w:rsidR="0041653B">
        <w:rPr>
          <w:rFonts w:ascii="Corbel" w:hAnsi="Corbel"/>
          <w:i/>
          <w:smallCaps/>
          <w:sz w:val="24"/>
          <w:szCs w:val="24"/>
        </w:rPr>
        <w:t>6</w:t>
      </w:r>
      <w:r w:rsidR="006D5C0A" w:rsidRPr="007362F2">
        <w:rPr>
          <w:rFonts w:ascii="Corbel" w:hAnsi="Corbel"/>
          <w:i/>
          <w:smallCaps/>
          <w:sz w:val="24"/>
          <w:szCs w:val="24"/>
        </w:rPr>
        <w:t>/202</w:t>
      </w:r>
      <w:r w:rsidR="0041653B">
        <w:rPr>
          <w:rFonts w:ascii="Corbel" w:hAnsi="Corbel"/>
          <w:i/>
          <w:smallCaps/>
          <w:sz w:val="24"/>
          <w:szCs w:val="24"/>
        </w:rPr>
        <w:t>7</w:t>
      </w:r>
    </w:p>
    <w:p w14:paraId="19838C38" w14:textId="32C483CC" w:rsidR="006D5C0A" w:rsidRPr="007362F2" w:rsidRDefault="006D5C0A" w:rsidP="006D5C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50FD1E3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50FD1E3">
        <w:rPr>
          <w:rFonts w:ascii="Corbel" w:hAnsi="Corbel"/>
          <w:i/>
          <w:iCs/>
          <w:sz w:val="20"/>
          <w:szCs w:val="20"/>
        </w:rPr>
        <w:t>(skrajne daty</w:t>
      </w:r>
      <w:r w:rsidRPr="050FD1E3">
        <w:rPr>
          <w:rFonts w:ascii="Corbel" w:hAnsi="Corbel"/>
          <w:sz w:val="20"/>
          <w:szCs w:val="20"/>
        </w:rPr>
        <w:t>)</w:t>
      </w:r>
    </w:p>
    <w:p w14:paraId="66A6F16B" w14:textId="5B0E3E17" w:rsidR="006D5C0A" w:rsidRPr="007362F2" w:rsidRDefault="006D5C0A" w:rsidP="006D5C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62F2">
        <w:rPr>
          <w:rFonts w:ascii="Corbel" w:hAnsi="Corbel"/>
          <w:sz w:val="20"/>
          <w:szCs w:val="20"/>
        </w:rPr>
        <w:tab/>
      </w:r>
      <w:r w:rsidRPr="007362F2">
        <w:rPr>
          <w:rFonts w:ascii="Corbel" w:hAnsi="Corbel"/>
          <w:sz w:val="20"/>
          <w:szCs w:val="20"/>
        </w:rPr>
        <w:tab/>
      </w:r>
      <w:r w:rsidRPr="007362F2">
        <w:rPr>
          <w:rFonts w:ascii="Corbel" w:hAnsi="Corbel"/>
          <w:sz w:val="20"/>
          <w:szCs w:val="20"/>
        </w:rPr>
        <w:tab/>
      </w:r>
      <w:r w:rsidRPr="007362F2">
        <w:rPr>
          <w:rFonts w:ascii="Corbel" w:hAnsi="Corbel"/>
          <w:sz w:val="20"/>
          <w:szCs w:val="20"/>
        </w:rPr>
        <w:tab/>
        <w:t>Rok akademicki 202</w:t>
      </w:r>
      <w:r w:rsidR="0041653B">
        <w:rPr>
          <w:rFonts w:ascii="Corbel" w:hAnsi="Corbel"/>
          <w:sz w:val="20"/>
          <w:szCs w:val="20"/>
        </w:rPr>
        <w:t>6</w:t>
      </w:r>
      <w:r w:rsidRPr="007362F2">
        <w:rPr>
          <w:rFonts w:ascii="Corbel" w:hAnsi="Corbel"/>
          <w:sz w:val="20"/>
          <w:szCs w:val="20"/>
        </w:rPr>
        <w:t>/202</w:t>
      </w:r>
      <w:r w:rsidR="0041653B">
        <w:rPr>
          <w:rFonts w:ascii="Corbel" w:hAnsi="Corbel"/>
          <w:sz w:val="20"/>
          <w:szCs w:val="20"/>
        </w:rPr>
        <w:t>7</w:t>
      </w:r>
    </w:p>
    <w:p w14:paraId="674621DC" w14:textId="2D88951A" w:rsidR="0085747A" w:rsidRDefault="0085747A" w:rsidP="006D5C0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637E0BB" w14:textId="77777777" w:rsidR="00CC18F2" w:rsidRPr="007362F2" w:rsidRDefault="00CC18F2" w:rsidP="006D5C0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88DF32E" w14:textId="77777777" w:rsidR="0085747A" w:rsidRPr="007362F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62F2">
        <w:rPr>
          <w:rFonts w:ascii="Corbel" w:hAnsi="Corbel"/>
          <w:szCs w:val="24"/>
        </w:rPr>
        <w:t xml:space="preserve">1. </w:t>
      </w:r>
      <w:r w:rsidR="0085747A" w:rsidRPr="007362F2">
        <w:rPr>
          <w:rFonts w:ascii="Corbel" w:hAnsi="Corbel"/>
          <w:szCs w:val="24"/>
        </w:rPr>
        <w:t xml:space="preserve">Podstawowe </w:t>
      </w:r>
      <w:r w:rsidR="00445970" w:rsidRPr="007362F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62F2" w:rsidRPr="007362F2" w14:paraId="1C13DFF5" w14:textId="77777777" w:rsidTr="050FD1E3">
        <w:tc>
          <w:tcPr>
            <w:tcW w:w="2694" w:type="dxa"/>
            <w:vAlign w:val="center"/>
          </w:tcPr>
          <w:p w14:paraId="48B6E1A9" w14:textId="77777777" w:rsidR="0085747A" w:rsidRPr="007362F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FBE1D8" w14:textId="4DEE807E" w:rsidR="0085747A" w:rsidRPr="007362F2" w:rsidRDefault="0035362C" w:rsidP="050FD1E3">
            <w:pPr>
              <w:spacing w:after="0" w:line="240" w:lineRule="auto"/>
              <w:rPr>
                <w:rFonts w:cs="Calibri"/>
                <w:b/>
                <w:bCs/>
                <w:lang w:eastAsia="pl-PL"/>
              </w:rPr>
            </w:pPr>
            <w:r w:rsidRPr="050FD1E3">
              <w:rPr>
                <w:rFonts w:cs="Calibri"/>
                <w:b/>
                <w:bCs/>
              </w:rPr>
              <w:t>Kontrola i nadzór nad gospodarką komunalną</w:t>
            </w:r>
          </w:p>
        </w:tc>
      </w:tr>
      <w:tr w:rsidR="007362F2" w:rsidRPr="007362F2" w14:paraId="325E745B" w14:textId="77777777" w:rsidTr="050FD1E3">
        <w:tc>
          <w:tcPr>
            <w:tcW w:w="2694" w:type="dxa"/>
            <w:vAlign w:val="center"/>
          </w:tcPr>
          <w:p w14:paraId="41836E3B" w14:textId="77777777" w:rsidR="0085747A" w:rsidRPr="007362F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62F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28980F" w14:textId="146E851F" w:rsidR="0085747A" w:rsidRPr="007362F2" w:rsidRDefault="0035362C" w:rsidP="00A35A26">
            <w:pPr>
              <w:spacing w:after="0" w:line="240" w:lineRule="auto"/>
              <w:rPr>
                <w:rFonts w:cs="Calibri"/>
                <w:lang w:eastAsia="pl-PL"/>
              </w:rPr>
            </w:pPr>
            <w:r w:rsidRPr="007362F2">
              <w:rPr>
                <w:rFonts w:cs="Calibri"/>
              </w:rPr>
              <w:t>A2SO48</w:t>
            </w:r>
          </w:p>
        </w:tc>
      </w:tr>
      <w:tr w:rsidR="007362F2" w:rsidRPr="007362F2" w14:paraId="01074105" w14:textId="77777777" w:rsidTr="050FD1E3">
        <w:tc>
          <w:tcPr>
            <w:tcW w:w="2694" w:type="dxa"/>
            <w:vAlign w:val="center"/>
          </w:tcPr>
          <w:p w14:paraId="6CA29907" w14:textId="77777777" w:rsidR="006D5C0A" w:rsidRPr="007362F2" w:rsidRDefault="006D5C0A" w:rsidP="006D5C0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4D596CF" w14:textId="1FE91214" w:rsidR="006D5C0A" w:rsidRPr="007362F2" w:rsidRDefault="00A00542" w:rsidP="050FD1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7362F2" w:rsidRPr="007362F2" w14:paraId="71C2BC76" w14:textId="77777777" w:rsidTr="050FD1E3">
        <w:tc>
          <w:tcPr>
            <w:tcW w:w="2694" w:type="dxa"/>
            <w:vAlign w:val="center"/>
          </w:tcPr>
          <w:p w14:paraId="0E560AAD" w14:textId="77777777" w:rsidR="006D5C0A" w:rsidRPr="007362F2" w:rsidRDefault="006D5C0A" w:rsidP="006D5C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E4489F" w14:textId="09F3AD30" w:rsidR="006D5C0A" w:rsidRPr="007362F2" w:rsidRDefault="00A00542" w:rsidP="050FD1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</w:t>
            </w:r>
            <w:r w:rsidR="006D5C0A" w:rsidRPr="050FD1E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Prawa i Postępowania Administracyjnego</w:t>
            </w:r>
          </w:p>
        </w:tc>
      </w:tr>
      <w:tr w:rsidR="007362F2" w:rsidRPr="007362F2" w14:paraId="794AEB62" w14:textId="77777777" w:rsidTr="050FD1E3">
        <w:tc>
          <w:tcPr>
            <w:tcW w:w="2694" w:type="dxa"/>
            <w:vAlign w:val="center"/>
          </w:tcPr>
          <w:p w14:paraId="56C4E201" w14:textId="77777777" w:rsidR="00A35A26" w:rsidRPr="007362F2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1F2E95" w14:textId="760B061F" w:rsidR="00A35A26" w:rsidRPr="007362F2" w:rsidRDefault="00A35A26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</w:t>
            </w:r>
            <w:r w:rsidR="00194879"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racja</w:t>
            </w:r>
          </w:p>
        </w:tc>
      </w:tr>
      <w:tr w:rsidR="007362F2" w:rsidRPr="007362F2" w14:paraId="02AB5364" w14:textId="77777777" w:rsidTr="050FD1E3">
        <w:tc>
          <w:tcPr>
            <w:tcW w:w="2694" w:type="dxa"/>
            <w:vAlign w:val="center"/>
          </w:tcPr>
          <w:p w14:paraId="4A3505F6" w14:textId="77777777" w:rsidR="00A35A26" w:rsidRPr="007362F2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3295D7" w14:textId="32F3FBB3" w:rsidR="00A35A26" w:rsidRPr="007362F2" w:rsidRDefault="00194879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7362F2" w:rsidRPr="007362F2" w14:paraId="0CDC0920" w14:textId="77777777" w:rsidTr="050FD1E3">
        <w:tc>
          <w:tcPr>
            <w:tcW w:w="2694" w:type="dxa"/>
            <w:vAlign w:val="center"/>
          </w:tcPr>
          <w:p w14:paraId="01AAE798" w14:textId="77777777" w:rsidR="00A35A26" w:rsidRPr="007362F2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83518B" w14:textId="11401DFB" w:rsidR="00A35A26" w:rsidRPr="007362F2" w:rsidRDefault="00A35A26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362F2" w:rsidRPr="007362F2" w14:paraId="18F674BF" w14:textId="77777777" w:rsidTr="050FD1E3">
        <w:tc>
          <w:tcPr>
            <w:tcW w:w="2694" w:type="dxa"/>
            <w:vAlign w:val="center"/>
          </w:tcPr>
          <w:p w14:paraId="7056D55A" w14:textId="77777777" w:rsidR="00A35A26" w:rsidRPr="007362F2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43C557" w14:textId="5C00D262" w:rsidR="00A35A26" w:rsidRPr="007362F2" w:rsidRDefault="0046000C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A35A26"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362F2" w:rsidRPr="007362F2" w14:paraId="3D1DD2A3" w14:textId="77777777" w:rsidTr="050FD1E3">
        <w:tc>
          <w:tcPr>
            <w:tcW w:w="2694" w:type="dxa"/>
            <w:vAlign w:val="center"/>
          </w:tcPr>
          <w:p w14:paraId="41E98A92" w14:textId="77777777" w:rsidR="00A35A26" w:rsidRPr="007362F2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775CBF2" w14:textId="524C2FB8" w:rsidR="00A35A26" w:rsidRPr="007362F2" w:rsidRDefault="00A35A26" w:rsidP="050FD1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50FD1E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/ 3 </w:t>
            </w:r>
          </w:p>
        </w:tc>
      </w:tr>
      <w:tr w:rsidR="007362F2" w:rsidRPr="007362F2" w14:paraId="1E0E0800" w14:textId="77777777" w:rsidTr="050FD1E3">
        <w:tc>
          <w:tcPr>
            <w:tcW w:w="2694" w:type="dxa"/>
            <w:vAlign w:val="center"/>
          </w:tcPr>
          <w:p w14:paraId="3C269B3F" w14:textId="77777777" w:rsidR="00A35A26" w:rsidRPr="007362F2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1E862C" w14:textId="5103900B" w:rsidR="00A35A26" w:rsidRPr="007362F2" w:rsidRDefault="6E8E21B0" w:rsidP="050FD1E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050FD1E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Specjalnościowy </w:t>
            </w:r>
          </w:p>
        </w:tc>
      </w:tr>
      <w:tr w:rsidR="007362F2" w:rsidRPr="007362F2" w14:paraId="7B6E123D" w14:textId="77777777" w:rsidTr="050FD1E3">
        <w:tc>
          <w:tcPr>
            <w:tcW w:w="2694" w:type="dxa"/>
            <w:vAlign w:val="center"/>
          </w:tcPr>
          <w:p w14:paraId="1B559C74" w14:textId="77777777" w:rsidR="00A35A26" w:rsidRPr="007362F2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5FC750" w14:textId="7B97BE2B" w:rsidR="00A35A26" w:rsidRPr="007362F2" w:rsidRDefault="00EC1EF9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A35A26"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7362F2" w:rsidRPr="007362F2" w14:paraId="5DEAC29A" w14:textId="77777777" w:rsidTr="050FD1E3">
        <w:tc>
          <w:tcPr>
            <w:tcW w:w="2694" w:type="dxa"/>
            <w:vAlign w:val="center"/>
          </w:tcPr>
          <w:p w14:paraId="48BEA79E" w14:textId="77777777" w:rsidR="00A35A26" w:rsidRPr="007362F2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31432C" w14:textId="56B2788B" w:rsidR="00A35A26" w:rsidRPr="007362F2" w:rsidRDefault="0041653B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Ewa Ura</w:t>
            </w:r>
          </w:p>
        </w:tc>
      </w:tr>
      <w:tr w:rsidR="007362F2" w:rsidRPr="007362F2" w14:paraId="70D2FEE4" w14:textId="77777777" w:rsidTr="050FD1E3">
        <w:tc>
          <w:tcPr>
            <w:tcW w:w="2694" w:type="dxa"/>
            <w:vAlign w:val="center"/>
          </w:tcPr>
          <w:p w14:paraId="12388310" w14:textId="77777777" w:rsidR="00E35AFC" w:rsidRPr="007362F2" w:rsidRDefault="00E35AFC" w:rsidP="00E35A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08AC9F" w14:textId="1A828AF2" w:rsidR="00E35AFC" w:rsidRPr="007362F2" w:rsidRDefault="00E35AFC" w:rsidP="00E35A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EC1EF9">
              <w:rPr>
                <w:rFonts w:ascii="Corbel" w:hAnsi="Corbel"/>
                <w:b w:val="0"/>
                <w:color w:val="auto"/>
                <w:sz w:val="24"/>
                <w:szCs w:val="24"/>
              </w:rPr>
              <w:t>Ewa Bonusiak</w:t>
            </w:r>
          </w:p>
        </w:tc>
      </w:tr>
    </w:tbl>
    <w:p w14:paraId="69895455" w14:textId="257C44F8" w:rsidR="0085747A" w:rsidRPr="007362F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62F2">
        <w:rPr>
          <w:rFonts w:ascii="Corbel" w:hAnsi="Corbel"/>
          <w:sz w:val="24"/>
          <w:szCs w:val="24"/>
        </w:rPr>
        <w:t xml:space="preserve">* </w:t>
      </w:r>
      <w:r w:rsidRPr="007362F2">
        <w:rPr>
          <w:rFonts w:ascii="Corbel" w:hAnsi="Corbel"/>
          <w:i/>
          <w:sz w:val="24"/>
          <w:szCs w:val="24"/>
        </w:rPr>
        <w:t>-</w:t>
      </w:r>
      <w:r w:rsidR="00B90885" w:rsidRPr="007362F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62F2">
        <w:rPr>
          <w:rFonts w:ascii="Corbel" w:hAnsi="Corbel"/>
          <w:b w:val="0"/>
          <w:sz w:val="24"/>
          <w:szCs w:val="24"/>
        </w:rPr>
        <w:t>e,</w:t>
      </w:r>
      <w:r w:rsidRPr="007362F2">
        <w:rPr>
          <w:rFonts w:ascii="Corbel" w:hAnsi="Corbel"/>
          <w:i/>
          <w:sz w:val="24"/>
          <w:szCs w:val="24"/>
        </w:rPr>
        <w:t xml:space="preserve"> </w:t>
      </w:r>
      <w:r w:rsidRPr="007362F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62F2">
        <w:rPr>
          <w:rFonts w:ascii="Corbel" w:hAnsi="Corbel"/>
          <w:b w:val="0"/>
          <w:i/>
          <w:sz w:val="24"/>
          <w:szCs w:val="24"/>
        </w:rPr>
        <w:t>w Jednostce</w:t>
      </w:r>
    </w:p>
    <w:p w14:paraId="5475231C" w14:textId="77777777" w:rsidR="00923D7D" w:rsidRPr="007362F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CD0C808" w14:textId="77777777" w:rsidR="0085747A" w:rsidRPr="007362F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62F2">
        <w:rPr>
          <w:rFonts w:ascii="Corbel" w:hAnsi="Corbel"/>
          <w:sz w:val="24"/>
          <w:szCs w:val="24"/>
        </w:rPr>
        <w:t>1.</w:t>
      </w:r>
      <w:r w:rsidR="00E22FBC" w:rsidRPr="007362F2">
        <w:rPr>
          <w:rFonts w:ascii="Corbel" w:hAnsi="Corbel"/>
          <w:sz w:val="24"/>
          <w:szCs w:val="24"/>
        </w:rPr>
        <w:t>1</w:t>
      </w:r>
      <w:r w:rsidRPr="007362F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96B318" w14:textId="77777777" w:rsidR="00923D7D" w:rsidRPr="007362F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45"/>
        <w:gridCol w:w="795"/>
        <w:gridCol w:w="855"/>
        <w:gridCol w:w="641"/>
        <w:gridCol w:w="948"/>
        <w:gridCol w:w="1189"/>
        <w:gridCol w:w="1505"/>
      </w:tblGrid>
      <w:tr w:rsidR="007362F2" w:rsidRPr="007362F2" w14:paraId="6BF2F783" w14:textId="77777777" w:rsidTr="050FD1E3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97E8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Semestr</w:t>
            </w:r>
          </w:p>
          <w:p w14:paraId="0B0D603F" w14:textId="77777777" w:rsidR="00015B8F" w:rsidRPr="007362F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(</w:t>
            </w:r>
            <w:r w:rsidR="00363F78" w:rsidRPr="007362F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16DF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3583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CDE4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5B81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15C4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ED8FF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6B7B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3140C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4B2FB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62F2">
              <w:rPr>
                <w:rFonts w:ascii="Corbel" w:hAnsi="Corbel"/>
                <w:b/>
                <w:szCs w:val="24"/>
              </w:rPr>
              <w:t>Liczba pkt</w:t>
            </w:r>
            <w:r w:rsidR="00B90885" w:rsidRPr="007362F2">
              <w:rPr>
                <w:rFonts w:ascii="Corbel" w:hAnsi="Corbel"/>
                <w:b/>
                <w:szCs w:val="24"/>
              </w:rPr>
              <w:t>.</w:t>
            </w:r>
            <w:r w:rsidRPr="007362F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362F2" w:rsidRPr="007362F2" w14:paraId="55B13173" w14:textId="77777777" w:rsidTr="0041653B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3C7F" w14:textId="3CEA5EF2" w:rsidR="00015B8F" w:rsidRPr="007362F2" w:rsidRDefault="00E35AFC" w:rsidP="004165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C129" w14:textId="5F641664" w:rsidR="00015B8F" w:rsidRPr="007362F2" w:rsidRDefault="00194879" w:rsidP="004165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0063" w14:textId="0FA20D8C" w:rsidR="00015B8F" w:rsidRPr="007362F2" w:rsidRDefault="001643F7" w:rsidP="004165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9C2C" w14:textId="77777777" w:rsidR="00015B8F" w:rsidRPr="007362F2" w:rsidRDefault="00015B8F" w:rsidP="004165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2565" w14:textId="77777777" w:rsidR="00015B8F" w:rsidRPr="007362F2" w:rsidRDefault="00015B8F" w:rsidP="004165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4C43" w14:textId="77777777" w:rsidR="00015B8F" w:rsidRPr="007362F2" w:rsidRDefault="00015B8F" w:rsidP="004165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8580" w14:textId="77777777" w:rsidR="00015B8F" w:rsidRPr="007362F2" w:rsidRDefault="00015B8F" w:rsidP="004165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4D33" w14:textId="77777777" w:rsidR="00015B8F" w:rsidRPr="007362F2" w:rsidRDefault="00015B8F" w:rsidP="004165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853B" w14:textId="77777777" w:rsidR="00015B8F" w:rsidRPr="007362F2" w:rsidRDefault="00015B8F" w:rsidP="004165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EAE4" w14:textId="0E48A7E2" w:rsidR="00015B8F" w:rsidRPr="007362F2" w:rsidRDefault="0FFCC109" w:rsidP="004165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50FD1E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3104C1" w14:textId="77777777" w:rsidR="00923D7D" w:rsidRPr="007362F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90208D" w14:textId="77777777" w:rsidR="00923D7D" w:rsidRPr="007362F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3DA327" w14:textId="77777777" w:rsidR="0085747A" w:rsidRPr="007362F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>1.</w:t>
      </w:r>
      <w:r w:rsidR="00E22FBC" w:rsidRPr="007362F2">
        <w:rPr>
          <w:rFonts w:ascii="Corbel" w:hAnsi="Corbel"/>
          <w:smallCaps w:val="0"/>
          <w:szCs w:val="24"/>
        </w:rPr>
        <w:t>2</w:t>
      </w:r>
      <w:r w:rsidR="00F83B28" w:rsidRPr="007362F2">
        <w:rPr>
          <w:rFonts w:ascii="Corbel" w:hAnsi="Corbel"/>
          <w:smallCaps w:val="0"/>
          <w:szCs w:val="24"/>
        </w:rPr>
        <w:t>.</w:t>
      </w:r>
      <w:r w:rsidR="00F83B28" w:rsidRPr="007362F2">
        <w:rPr>
          <w:rFonts w:ascii="Corbel" w:hAnsi="Corbel"/>
          <w:smallCaps w:val="0"/>
          <w:szCs w:val="24"/>
        </w:rPr>
        <w:tab/>
      </w:r>
      <w:r w:rsidRPr="007362F2">
        <w:rPr>
          <w:rFonts w:ascii="Corbel" w:hAnsi="Corbel"/>
          <w:smallCaps w:val="0"/>
          <w:szCs w:val="24"/>
        </w:rPr>
        <w:t xml:space="preserve">Sposób realizacji zajęć  </w:t>
      </w:r>
    </w:p>
    <w:p w14:paraId="2EA8F885" w14:textId="4E129A3E" w:rsidR="0085747A" w:rsidRPr="007362F2" w:rsidRDefault="0041653B" w:rsidP="050FD1E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X </w:t>
      </w:r>
      <w:r w:rsidR="0085747A" w:rsidRPr="050FD1E3">
        <w:rPr>
          <w:rFonts w:ascii="Corbel" w:hAnsi="Corbel"/>
          <w:b w:val="0"/>
          <w:smallCaps w:val="0"/>
        </w:rPr>
        <w:t xml:space="preserve">zajęcia w formie tradycyjnej </w:t>
      </w:r>
    </w:p>
    <w:p w14:paraId="2352C8A1" w14:textId="54879846" w:rsidR="0085747A" w:rsidRPr="007362F2" w:rsidRDefault="0041653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7362F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9E798D0" w14:textId="77777777" w:rsidR="0085747A" w:rsidRPr="007362F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DE329E" w14:textId="4BD73D86" w:rsidR="00E22FBC" w:rsidRPr="007362F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 xml:space="preserve">1.3 </w:t>
      </w:r>
      <w:r w:rsidR="00F83B28" w:rsidRPr="007362F2">
        <w:rPr>
          <w:rFonts w:ascii="Corbel" w:hAnsi="Corbel"/>
          <w:smallCaps w:val="0"/>
          <w:szCs w:val="24"/>
        </w:rPr>
        <w:tab/>
      </w:r>
      <w:r w:rsidRPr="007362F2">
        <w:rPr>
          <w:rFonts w:ascii="Corbel" w:hAnsi="Corbel"/>
          <w:smallCaps w:val="0"/>
          <w:szCs w:val="24"/>
        </w:rPr>
        <w:t>For</w:t>
      </w:r>
      <w:r w:rsidR="00445970" w:rsidRPr="007362F2">
        <w:rPr>
          <w:rFonts w:ascii="Corbel" w:hAnsi="Corbel"/>
          <w:smallCaps w:val="0"/>
          <w:szCs w:val="24"/>
        </w:rPr>
        <w:t xml:space="preserve">ma zaliczenia przedmiotu </w:t>
      </w:r>
      <w:r w:rsidRPr="007362F2">
        <w:rPr>
          <w:rFonts w:ascii="Corbel" w:hAnsi="Corbel"/>
          <w:smallCaps w:val="0"/>
          <w:szCs w:val="24"/>
        </w:rPr>
        <w:t xml:space="preserve"> (z toku) </w:t>
      </w:r>
      <w:r w:rsidRPr="007362F2">
        <w:rPr>
          <w:rFonts w:ascii="Corbel" w:hAnsi="Corbel"/>
          <w:b w:val="0"/>
          <w:smallCaps w:val="0"/>
          <w:szCs w:val="24"/>
        </w:rPr>
        <w:t>(</w:t>
      </w:r>
      <w:r w:rsidRPr="006A2211">
        <w:rPr>
          <w:rFonts w:ascii="Corbel" w:hAnsi="Corbel"/>
          <w:bCs/>
          <w:smallCaps w:val="0"/>
          <w:szCs w:val="24"/>
        </w:rPr>
        <w:t>egzamin, zaliczenie z oceną</w:t>
      </w:r>
    </w:p>
    <w:p w14:paraId="1EB21697" w14:textId="77777777" w:rsidR="00DB2FDB" w:rsidRPr="007362F2" w:rsidRDefault="00DB2FDB" w:rsidP="00DB2FDB">
      <w:pPr>
        <w:spacing w:after="0" w:line="240" w:lineRule="auto"/>
        <w:jc w:val="both"/>
        <w:rPr>
          <w:rFonts w:ascii="Corbel" w:eastAsia="Cambria" w:hAnsi="Corbel"/>
          <w:b/>
          <w:sz w:val="24"/>
          <w:szCs w:val="24"/>
        </w:rPr>
      </w:pPr>
    </w:p>
    <w:p w14:paraId="67D64F94" w14:textId="77777777" w:rsidR="00153518" w:rsidRDefault="00DB2FDB" w:rsidP="00DB2FD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7362F2">
        <w:rPr>
          <w:rFonts w:ascii="Corbel" w:eastAsia="Cambria" w:hAnsi="Corbel"/>
          <w:b/>
          <w:sz w:val="24"/>
          <w:szCs w:val="24"/>
        </w:rPr>
        <w:t>W przypadku wykładu</w:t>
      </w:r>
      <w:r w:rsidRPr="007362F2">
        <w:rPr>
          <w:rFonts w:ascii="Corbel" w:eastAsia="Cambria" w:hAnsi="Corbel"/>
          <w:sz w:val="24"/>
          <w:szCs w:val="24"/>
        </w:rPr>
        <w:t xml:space="preserve"> – egzamin w formie pisemnej lub ustnej. </w:t>
      </w:r>
    </w:p>
    <w:p w14:paraId="1378BE56" w14:textId="52FEE560" w:rsidR="00DB2FDB" w:rsidRPr="007362F2" w:rsidRDefault="00153518" w:rsidP="00DB2FD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C70F4D">
        <w:rPr>
          <w:rFonts w:ascii="Corbel" w:eastAsia="Cambria" w:hAnsi="Corbel"/>
          <w:b/>
          <w:bCs/>
          <w:sz w:val="24"/>
          <w:szCs w:val="24"/>
        </w:rPr>
        <w:t>W przypadku ćwiczeń</w:t>
      </w:r>
      <w:r>
        <w:rPr>
          <w:rFonts w:ascii="Corbel" w:eastAsia="Cambria" w:hAnsi="Corbel"/>
          <w:sz w:val="24"/>
          <w:szCs w:val="24"/>
        </w:rPr>
        <w:t xml:space="preserve"> </w:t>
      </w:r>
      <w:r w:rsidR="00C70F4D">
        <w:rPr>
          <w:rFonts w:ascii="Corbel" w:eastAsia="Cambria" w:hAnsi="Corbel"/>
          <w:sz w:val="24"/>
          <w:szCs w:val="24"/>
        </w:rPr>
        <w:t>–</w:t>
      </w:r>
      <w:r>
        <w:rPr>
          <w:rFonts w:ascii="Corbel" w:eastAsia="Cambria" w:hAnsi="Corbel"/>
          <w:sz w:val="24"/>
          <w:szCs w:val="24"/>
        </w:rPr>
        <w:t xml:space="preserve"> </w:t>
      </w:r>
      <w:r w:rsidR="00C70F4D">
        <w:rPr>
          <w:rFonts w:ascii="Corbel" w:eastAsia="Cambria" w:hAnsi="Corbel"/>
          <w:sz w:val="24"/>
          <w:szCs w:val="24"/>
        </w:rPr>
        <w:t xml:space="preserve">Zaliczenie w formie pisemnej lub ustnej. </w:t>
      </w:r>
      <w:r w:rsidR="00DB2FDB" w:rsidRPr="007362F2">
        <w:rPr>
          <w:rFonts w:ascii="Corbel" w:eastAsia="Cambria" w:hAnsi="Corbel"/>
          <w:sz w:val="24"/>
          <w:szCs w:val="24"/>
        </w:rPr>
        <w:t>Możliwa jest również bieżąca ocena wiedzy studenta – w postaci pytań kontrolnych, odpowiedzi pisemnych, przedstawienia prezentacji multimedialnej lub referatu.</w:t>
      </w:r>
    </w:p>
    <w:p w14:paraId="05B185C8" w14:textId="77777777" w:rsidR="00DB2FDB" w:rsidRDefault="00DB2FD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374C96A" w14:textId="77777777" w:rsidR="00E960BB" w:rsidRPr="007362F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50FD1E3">
        <w:rPr>
          <w:rFonts w:ascii="Corbel" w:hAnsi="Corbel"/>
        </w:rPr>
        <w:lastRenderedPageBreak/>
        <w:t xml:space="preserve">2.Wymagania wstępne </w:t>
      </w:r>
    </w:p>
    <w:p w14:paraId="3C99B347" w14:textId="6FCF7944" w:rsidR="050FD1E3" w:rsidRDefault="050FD1E3" w:rsidP="050FD1E3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62F2" w14:paraId="7641A10F" w14:textId="77777777" w:rsidTr="00745302">
        <w:tc>
          <w:tcPr>
            <w:tcW w:w="9670" w:type="dxa"/>
          </w:tcPr>
          <w:p w14:paraId="3DAECED5" w14:textId="48659F87" w:rsidR="0085747A" w:rsidRPr="007362F2" w:rsidRDefault="00DB2FD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Znajomość podstawowych zagadnień</w:t>
            </w:r>
            <w:r w:rsidR="00CB3EA0"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 i pojęć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 z zakres</w:t>
            </w:r>
            <w:r w:rsidR="00F9427A" w:rsidRPr="007362F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</w:t>
            </w:r>
          </w:p>
        </w:tc>
      </w:tr>
    </w:tbl>
    <w:p w14:paraId="4ECCBAED" w14:textId="77777777" w:rsidR="00153C41" w:rsidRPr="007362F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2C0751" w14:textId="77777777" w:rsidR="0085747A" w:rsidRPr="007362F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62F2">
        <w:rPr>
          <w:rFonts w:ascii="Corbel" w:hAnsi="Corbel"/>
          <w:szCs w:val="24"/>
        </w:rPr>
        <w:t>3.</w:t>
      </w:r>
      <w:r w:rsidR="0085747A" w:rsidRPr="007362F2">
        <w:rPr>
          <w:rFonts w:ascii="Corbel" w:hAnsi="Corbel"/>
          <w:szCs w:val="24"/>
        </w:rPr>
        <w:t xml:space="preserve"> </w:t>
      </w:r>
      <w:r w:rsidR="00A84C85" w:rsidRPr="007362F2">
        <w:rPr>
          <w:rFonts w:ascii="Corbel" w:hAnsi="Corbel"/>
          <w:szCs w:val="24"/>
        </w:rPr>
        <w:t>cele, efekty uczenia się</w:t>
      </w:r>
      <w:r w:rsidR="0085747A" w:rsidRPr="007362F2">
        <w:rPr>
          <w:rFonts w:ascii="Corbel" w:hAnsi="Corbel"/>
          <w:szCs w:val="24"/>
        </w:rPr>
        <w:t xml:space="preserve"> , treści Programowe i stosowane metody Dydaktyczne</w:t>
      </w:r>
    </w:p>
    <w:p w14:paraId="77217382" w14:textId="77777777" w:rsidR="0085747A" w:rsidRPr="007362F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592E32" w14:textId="77777777" w:rsidR="0085747A" w:rsidRPr="007362F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62F2">
        <w:rPr>
          <w:rFonts w:ascii="Corbel" w:hAnsi="Corbel"/>
          <w:sz w:val="24"/>
          <w:szCs w:val="24"/>
        </w:rPr>
        <w:t xml:space="preserve">3.1 </w:t>
      </w:r>
      <w:r w:rsidR="00C05F44" w:rsidRPr="007362F2">
        <w:rPr>
          <w:rFonts w:ascii="Corbel" w:hAnsi="Corbel"/>
          <w:sz w:val="24"/>
          <w:szCs w:val="24"/>
        </w:rPr>
        <w:t>Cele przedmiotu</w:t>
      </w:r>
    </w:p>
    <w:p w14:paraId="4D4E2AA0" w14:textId="77777777" w:rsidR="00F83B28" w:rsidRPr="007362F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62F2" w14:paraId="5656F713" w14:textId="77777777" w:rsidTr="00DF2A59">
        <w:tc>
          <w:tcPr>
            <w:tcW w:w="843" w:type="dxa"/>
            <w:vAlign w:val="center"/>
          </w:tcPr>
          <w:p w14:paraId="4AC61CA2" w14:textId="77777777" w:rsidR="0085747A" w:rsidRPr="007362F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D454AE5" w14:textId="57C8745F" w:rsidR="0085747A" w:rsidRPr="007362F2" w:rsidRDefault="00B91DE8" w:rsidP="00B91DE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sz w:val="24"/>
                <w:szCs w:val="24"/>
              </w:rPr>
              <w:t>Głównym c</w:t>
            </w:r>
            <w:r w:rsidR="001B7068" w:rsidRPr="007362F2">
              <w:rPr>
                <w:rFonts w:ascii="Corbel" w:hAnsi="Corbel"/>
                <w:b w:val="0"/>
                <w:sz w:val="24"/>
                <w:szCs w:val="24"/>
              </w:rPr>
              <w:t>elem przedmiotu jest zapoznanie Studentów</w:t>
            </w:r>
            <w:r w:rsidR="00BA4BD4" w:rsidRPr="007362F2">
              <w:rPr>
                <w:rFonts w:ascii="Corbel" w:hAnsi="Corbel"/>
                <w:b w:val="0"/>
                <w:sz w:val="24"/>
                <w:szCs w:val="24"/>
              </w:rPr>
              <w:t xml:space="preserve"> z zasadami oraz formami prowadzenia gospodarki komunalnej przez jednostki samorządu terytorialnego</w:t>
            </w:r>
            <w:r w:rsidRPr="007362F2">
              <w:rPr>
                <w:rFonts w:ascii="Corbel" w:hAnsi="Corbel"/>
                <w:b w:val="0"/>
                <w:sz w:val="24"/>
                <w:szCs w:val="24"/>
              </w:rPr>
              <w:t>, w celu zaspokojenia zbiorowych potrzeb wspólnoty samorządowej.</w:t>
            </w:r>
          </w:p>
        </w:tc>
      </w:tr>
    </w:tbl>
    <w:p w14:paraId="2F2BAC7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6BE52C" w14:textId="77777777" w:rsidR="00CE0C57" w:rsidRPr="007362F2" w:rsidRDefault="00CE0C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841D95" w14:textId="77777777" w:rsidR="001D7B54" w:rsidRPr="007362F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62F2">
        <w:rPr>
          <w:rFonts w:ascii="Corbel" w:hAnsi="Corbel"/>
          <w:b/>
          <w:sz w:val="24"/>
          <w:szCs w:val="24"/>
        </w:rPr>
        <w:t xml:space="preserve">3.2 </w:t>
      </w:r>
      <w:r w:rsidR="001D7B54" w:rsidRPr="007362F2">
        <w:rPr>
          <w:rFonts w:ascii="Corbel" w:hAnsi="Corbel"/>
          <w:b/>
          <w:sz w:val="24"/>
          <w:szCs w:val="24"/>
        </w:rPr>
        <w:t xml:space="preserve">Efekty </w:t>
      </w:r>
      <w:r w:rsidR="00C05F44" w:rsidRPr="007362F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62F2">
        <w:rPr>
          <w:rFonts w:ascii="Corbel" w:hAnsi="Corbel"/>
          <w:b/>
          <w:sz w:val="24"/>
          <w:szCs w:val="24"/>
        </w:rPr>
        <w:t>dla przedmiotu</w:t>
      </w:r>
      <w:r w:rsidR="00445970" w:rsidRPr="007362F2">
        <w:rPr>
          <w:rFonts w:ascii="Corbel" w:hAnsi="Corbel"/>
          <w:sz w:val="24"/>
          <w:szCs w:val="24"/>
        </w:rPr>
        <w:t xml:space="preserve"> </w:t>
      </w:r>
    </w:p>
    <w:p w14:paraId="1C6FBA7E" w14:textId="77777777" w:rsidR="001D7B54" w:rsidRPr="007362F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362F2" w:rsidRPr="007362F2" w14:paraId="1CAE0183" w14:textId="77777777" w:rsidTr="050FD1E3">
        <w:tc>
          <w:tcPr>
            <w:tcW w:w="1681" w:type="dxa"/>
            <w:vAlign w:val="center"/>
          </w:tcPr>
          <w:p w14:paraId="055233B1" w14:textId="77777777" w:rsidR="0085747A" w:rsidRPr="007362F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62F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62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95BE74" w14:textId="77777777" w:rsidR="0085747A" w:rsidRPr="007362F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4B847FA" w14:textId="77777777" w:rsidR="0085747A" w:rsidRPr="007362F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62F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62F2" w:rsidRPr="007362F2" w14:paraId="2FF446F8" w14:textId="77777777" w:rsidTr="050FD1E3">
        <w:tc>
          <w:tcPr>
            <w:tcW w:w="1681" w:type="dxa"/>
          </w:tcPr>
          <w:p w14:paraId="5A7CC133" w14:textId="204D7B96" w:rsidR="006C167B" w:rsidRPr="007362F2" w:rsidRDefault="34C55424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EK_01</w:t>
            </w:r>
          </w:p>
        </w:tc>
        <w:tc>
          <w:tcPr>
            <w:tcW w:w="5974" w:type="dxa"/>
          </w:tcPr>
          <w:p w14:paraId="7F0CADB8" w14:textId="086A39A1" w:rsidR="006C167B" w:rsidRPr="007362F2" w:rsidRDefault="006C167B" w:rsidP="0041653B">
            <w:pPr>
              <w:pStyle w:val="TableParagraph"/>
              <w:ind w:left="-14" w:right="96"/>
              <w:rPr>
                <w:bCs/>
                <w:sz w:val="23"/>
                <w:szCs w:val="23"/>
              </w:rPr>
            </w:pPr>
            <w:r w:rsidRPr="007362F2">
              <w:rPr>
                <w:bCs/>
                <w:sz w:val="23"/>
                <w:szCs w:val="23"/>
              </w:rPr>
              <w:t>Posiada zaawansowaną wiedzę ogólną w obszarze nauk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społecznych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z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zakresu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prawa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administracji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oraz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uporządkowaną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podbudowaną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teoretycznie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wiedzę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obejmującą</w:t>
            </w:r>
            <w:r w:rsidRPr="007362F2">
              <w:rPr>
                <w:bCs/>
                <w:spacing w:val="26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kluczowe</w:t>
            </w:r>
            <w:r w:rsidRPr="007362F2">
              <w:rPr>
                <w:bCs/>
                <w:spacing w:val="24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zagadnienia,</w:t>
            </w:r>
            <w:r w:rsidRPr="007362F2">
              <w:rPr>
                <w:bCs/>
                <w:spacing w:val="25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ekonomiczne, polityczne</w:t>
            </w:r>
            <w:r w:rsidRPr="007362F2">
              <w:rPr>
                <w:bCs/>
                <w:spacing w:val="-4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oraz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socjologiczne;</w:t>
            </w:r>
          </w:p>
        </w:tc>
        <w:tc>
          <w:tcPr>
            <w:tcW w:w="1865" w:type="dxa"/>
          </w:tcPr>
          <w:p w14:paraId="108286AF" w14:textId="1B4CA1B8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K_W01</w:t>
            </w:r>
          </w:p>
        </w:tc>
      </w:tr>
      <w:tr w:rsidR="007362F2" w:rsidRPr="007362F2" w14:paraId="439D51A3" w14:textId="77777777" w:rsidTr="050FD1E3">
        <w:tc>
          <w:tcPr>
            <w:tcW w:w="1681" w:type="dxa"/>
          </w:tcPr>
          <w:p w14:paraId="495355FC" w14:textId="24E1F57B" w:rsidR="006C167B" w:rsidRPr="007362F2" w:rsidRDefault="6B76B52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08208F89" w:rsidRPr="050FD1E3">
              <w:rPr>
                <w:rFonts w:ascii="Corbel" w:hAnsi="Corbel"/>
                <w:b w:val="0"/>
                <w:sz w:val="23"/>
                <w:szCs w:val="23"/>
              </w:rPr>
              <w:t>2</w:t>
            </w:r>
          </w:p>
        </w:tc>
        <w:tc>
          <w:tcPr>
            <w:tcW w:w="5974" w:type="dxa"/>
          </w:tcPr>
          <w:p w14:paraId="1D167FBD" w14:textId="241B4700" w:rsidR="006C167B" w:rsidRPr="007362F2" w:rsidRDefault="006C167B" w:rsidP="0041653B">
            <w:pPr>
              <w:pStyle w:val="TableParagraph"/>
              <w:ind w:left="-14" w:right="100"/>
              <w:rPr>
                <w:bCs/>
                <w:sz w:val="23"/>
                <w:szCs w:val="23"/>
              </w:rPr>
            </w:pPr>
            <w:r w:rsidRPr="007362F2">
              <w:rPr>
                <w:bCs/>
                <w:sz w:val="23"/>
                <w:szCs w:val="23"/>
              </w:rPr>
              <w:t>Wykazuje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się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szczegółową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wiedzą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na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temat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struktur,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instytucji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zasad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działania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organów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administracji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publicznej (krajowych, międzynarodowych i unijnych)</w:t>
            </w:r>
            <w:r w:rsidRPr="007362F2">
              <w:rPr>
                <w:bCs/>
                <w:spacing w:val="-44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9"/>
                <w:sz w:val="23"/>
                <w:szCs w:val="23"/>
              </w:rPr>
              <w:t> </w:t>
            </w:r>
            <w:r w:rsidRPr="007362F2">
              <w:rPr>
                <w:bCs/>
                <w:sz w:val="23"/>
                <w:szCs w:val="23"/>
              </w:rPr>
              <w:t>podmiotów</w:t>
            </w:r>
            <w:r w:rsidRPr="007362F2">
              <w:rPr>
                <w:bCs/>
                <w:spacing w:val="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administrujących,</w:t>
            </w:r>
            <w:r w:rsidRPr="007362F2">
              <w:rPr>
                <w:bCs/>
                <w:spacing w:val="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ich</w:t>
            </w:r>
            <w:r w:rsidRPr="007362F2">
              <w:rPr>
                <w:bCs/>
                <w:spacing w:val="10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genezy</w:t>
            </w:r>
            <w:r w:rsidRPr="007362F2">
              <w:rPr>
                <w:bCs/>
                <w:spacing w:val="7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ewolucji</w:t>
            </w:r>
            <w:r w:rsidRPr="007362F2">
              <w:rPr>
                <w:bCs/>
                <w:spacing w:val="10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oraz wykonywanych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przez</w:t>
            </w:r>
            <w:r w:rsidRPr="007362F2">
              <w:rPr>
                <w:bCs/>
                <w:spacing w:val="-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nie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zadań;</w:t>
            </w:r>
          </w:p>
        </w:tc>
        <w:tc>
          <w:tcPr>
            <w:tcW w:w="1865" w:type="dxa"/>
          </w:tcPr>
          <w:p w14:paraId="543F34D1" w14:textId="7720884C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K_W02</w:t>
            </w:r>
          </w:p>
        </w:tc>
      </w:tr>
      <w:tr w:rsidR="007362F2" w:rsidRPr="007362F2" w14:paraId="3D0B4F21" w14:textId="77777777" w:rsidTr="050FD1E3">
        <w:tc>
          <w:tcPr>
            <w:tcW w:w="1681" w:type="dxa"/>
          </w:tcPr>
          <w:p w14:paraId="0551AF31" w14:textId="305883CD" w:rsidR="00312A45" w:rsidRPr="007362F2" w:rsidRDefault="6B76B52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4F6411D9" w:rsidRPr="050FD1E3">
              <w:rPr>
                <w:rFonts w:ascii="Corbel" w:hAnsi="Corbel"/>
                <w:b w:val="0"/>
                <w:sz w:val="23"/>
                <w:szCs w:val="23"/>
              </w:rPr>
              <w:t>3</w:t>
            </w:r>
          </w:p>
        </w:tc>
        <w:tc>
          <w:tcPr>
            <w:tcW w:w="5974" w:type="dxa"/>
          </w:tcPr>
          <w:p w14:paraId="29BA8E2B" w14:textId="427FF83F" w:rsidR="00312A45" w:rsidRPr="007362F2" w:rsidRDefault="00312A45" w:rsidP="0041653B">
            <w:pPr>
              <w:pStyle w:val="TableParagraph"/>
              <w:ind w:left="-14" w:right="101"/>
              <w:rPr>
                <w:bCs/>
                <w:sz w:val="23"/>
                <w:szCs w:val="23"/>
              </w:rPr>
            </w:pPr>
            <w:r w:rsidRPr="007362F2">
              <w:rPr>
                <w:bCs/>
                <w:sz w:val="23"/>
                <w:szCs w:val="23"/>
              </w:rPr>
              <w:t>Dysponuje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pogłębioną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wiedzą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relacjach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między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organami administracji publicznej oraz relacjach między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nimi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jednostką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instytucjami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społecznymi</w:t>
            </w:r>
            <w:r w:rsidRPr="007362F2">
              <w:rPr>
                <w:bCs/>
                <w:spacing w:val="-4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odniesieniu do</w:t>
            </w:r>
            <w:r w:rsidRPr="007362F2">
              <w:rPr>
                <w:bCs/>
                <w:spacing w:val="-4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wybranych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struktur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instytucji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społecznych;</w:t>
            </w:r>
          </w:p>
        </w:tc>
        <w:tc>
          <w:tcPr>
            <w:tcW w:w="1865" w:type="dxa"/>
          </w:tcPr>
          <w:p w14:paraId="071D2C3D" w14:textId="7E158DB8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K_W03</w:t>
            </w:r>
          </w:p>
        </w:tc>
      </w:tr>
      <w:tr w:rsidR="007362F2" w:rsidRPr="007362F2" w14:paraId="61691CD8" w14:textId="77777777" w:rsidTr="050FD1E3">
        <w:tc>
          <w:tcPr>
            <w:tcW w:w="1681" w:type="dxa"/>
          </w:tcPr>
          <w:p w14:paraId="0B2F0180" w14:textId="6BD8F5FC" w:rsidR="00312A45" w:rsidRPr="007362F2" w:rsidRDefault="7D5F53F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3F1EFA92" w:rsidRPr="050FD1E3">
              <w:rPr>
                <w:rFonts w:ascii="Corbel" w:hAnsi="Corbel"/>
                <w:b w:val="0"/>
                <w:sz w:val="23"/>
                <w:szCs w:val="23"/>
              </w:rPr>
              <w:t>4</w:t>
            </w:r>
          </w:p>
        </w:tc>
        <w:tc>
          <w:tcPr>
            <w:tcW w:w="5974" w:type="dxa"/>
          </w:tcPr>
          <w:p w14:paraId="2559317E" w14:textId="1E3AE4F0" w:rsidR="00312A45" w:rsidRPr="007362F2" w:rsidRDefault="00312A45" w:rsidP="0041653B">
            <w:pPr>
              <w:pStyle w:val="TableParagraph"/>
              <w:ind w:left="-14" w:right="97"/>
              <w:rPr>
                <w:bCs/>
                <w:sz w:val="23"/>
                <w:szCs w:val="23"/>
              </w:rPr>
            </w:pPr>
            <w:r w:rsidRPr="007362F2">
              <w:rPr>
                <w:bCs/>
                <w:sz w:val="23"/>
                <w:szCs w:val="23"/>
              </w:rPr>
              <w:t>Posiada</w:t>
            </w:r>
            <w:r w:rsidRPr="007362F2">
              <w:rPr>
                <w:bCs/>
                <w:spacing w:val="-10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rozszerzoną</w:t>
            </w:r>
            <w:r w:rsidRPr="007362F2">
              <w:rPr>
                <w:bCs/>
                <w:spacing w:val="-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wiedzę</w:t>
            </w:r>
            <w:r w:rsidRPr="007362F2">
              <w:rPr>
                <w:bCs/>
                <w:spacing w:val="-8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</w:t>
            </w:r>
            <w:r w:rsidRPr="007362F2">
              <w:rPr>
                <w:bCs/>
                <w:spacing w:val="-10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roli</w:t>
            </w:r>
            <w:r w:rsidRPr="007362F2">
              <w:rPr>
                <w:bCs/>
                <w:spacing w:val="-10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człowieka,</w:t>
            </w:r>
            <w:r w:rsidRPr="007362F2">
              <w:rPr>
                <w:bCs/>
                <w:spacing w:val="-1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jego</w:t>
            </w:r>
            <w:r w:rsidRPr="007362F2">
              <w:rPr>
                <w:bCs/>
                <w:spacing w:val="-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cechach</w:t>
            </w:r>
            <w:r w:rsidRPr="007362F2">
              <w:rPr>
                <w:bCs/>
                <w:spacing w:val="-4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aktywności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sferze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administracji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oraz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jako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twórcy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kultury</w:t>
            </w:r>
            <w:r w:rsidRPr="007362F2">
              <w:rPr>
                <w:bCs/>
                <w:spacing w:val="8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8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podmiotu</w:t>
            </w:r>
            <w:r w:rsidRPr="007362F2">
              <w:rPr>
                <w:bCs/>
                <w:spacing w:val="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konstytuującego</w:t>
            </w:r>
            <w:r w:rsidRPr="007362F2">
              <w:rPr>
                <w:bCs/>
                <w:spacing w:val="8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struktury</w:t>
            </w:r>
            <w:r w:rsidRPr="007362F2">
              <w:rPr>
                <w:bCs/>
                <w:spacing w:val="6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społeczne</w:t>
            </w:r>
            <w:r w:rsidRPr="007362F2">
              <w:rPr>
                <w:bCs/>
                <w:spacing w:val="7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 zasady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ich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funkcjonowania;</w:t>
            </w:r>
          </w:p>
        </w:tc>
        <w:tc>
          <w:tcPr>
            <w:tcW w:w="1865" w:type="dxa"/>
          </w:tcPr>
          <w:p w14:paraId="07153F3F" w14:textId="47350D34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K_W04</w:t>
            </w:r>
          </w:p>
        </w:tc>
      </w:tr>
      <w:tr w:rsidR="007362F2" w:rsidRPr="007362F2" w14:paraId="58DDA99E" w14:textId="77777777" w:rsidTr="050FD1E3">
        <w:tc>
          <w:tcPr>
            <w:tcW w:w="1681" w:type="dxa"/>
          </w:tcPr>
          <w:p w14:paraId="3784B945" w14:textId="6D8BBBCF" w:rsidR="00FC1097" w:rsidRPr="007362F2" w:rsidRDefault="717312D6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110F09F3" w:rsidRPr="050FD1E3">
              <w:rPr>
                <w:rFonts w:ascii="Corbel" w:hAnsi="Corbel"/>
                <w:b w:val="0"/>
                <w:sz w:val="23"/>
                <w:szCs w:val="23"/>
              </w:rPr>
              <w:t>5</w:t>
            </w:r>
          </w:p>
        </w:tc>
        <w:tc>
          <w:tcPr>
            <w:tcW w:w="5974" w:type="dxa"/>
          </w:tcPr>
          <w:p w14:paraId="79C46A66" w14:textId="754F65C5" w:rsidR="00FC1097" w:rsidRPr="007362F2" w:rsidRDefault="00FC1097" w:rsidP="0041653B">
            <w:pPr>
              <w:pStyle w:val="TableParagraph"/>
              <w:ind w:left="-14" w:right="97"/>
              <w:rPr>
                <w:sz w:val="23"/>
              </w:rPr>
            </w:pPr>
            <w:r w:rsidRPr="007362F2">
              <w:rPr>
                <w:sz w:val="23"/>
              </w:rPr>
              <w:t>Potrafi prawidłowo identyfikować i interpretować zjawiska prawne i inne zachodzące w administracji oraz ich wzajemne relacja z wykorzystaniem wiedzy w zakresie nauk administracyjnych</w:t>
            </w:r>
          </w:p>
        </w:tc>
        <w:tc>
          <w:tcPr>
            <w:tcW w:w="1865" w:type="dxa"/>
          </w:tcPr>
          <w:p w14:paraId="401CE0EC" w14:textId="18A9C532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K_U01</w:t>
            </w:r>
          </w:p>
        </w:tc>
      </w:tr>
      <w:tr w:rsidR="007362F2" w:rsidRPr="007362F2" w14:paraId="1B2E9C2E" w14:textId="77777777" w:rsidTr="050FD1E3">
        <w:tc>
          <w:tcPr>
            <w:tcW w:w="1681" w:type="dxa"/>
          </w:tcPr>
          <w:p w14:paraId="193C9A10" w14:textId="2B10784F" w:rsidR="00220578" w:rsidRPr="007362F2" w:rsidRDefault="7AB2E3E7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703E0AB0" w:rsidRPr="050FD1E3">
              <w:rPr>
                <w:rFonts w:ascii="Corbel" w:hAnsi="Corbel"/>
                <w:b w:val="0"/>
                <w:sz w:val="23"/>
                <w:szCs w:val="23"/>
              </w:rPr>
              <w:t>6</w:t>
            </w:r>
          </w:p>
        </w:tc>
        <w:tc>
          <w:tcPr>
            <w:tcW w:w="5974" w:type="dxa"/>
          </w:tcPr>
          <w:p w14:paraId="1F8D2BC8" w14:textId="77777777" w:rsidR="00220578" w:rsidRPr="007362F2" w:rsidRDefault="00220578" w:rsidP="0041653B">
            <w:pPr>
              <w:pStyle w:val="TableParagraph"/>
              <w:ind w:left="-14"/>
              <w:rPr>
                <w:sz w:val="23"/>
              </w:rPr>
            </w:pPr>
            <w:r w:rsidRPr="007362F2">
              <w:rPr>
                <w:sz w:val="23"/>
              </w:rPr>
              <w:t>Potrafi właściwie dobierać źródła oraz informacje,</w:t>
            </w:r>
          </w:p>
          <w:p w14:paraId="44EF2690" w14:textId="05D55254" w:rsidR="00220578" w:rsidRPr="007362F2" w:rsidRDefault="00220578" w:rsidP="0041653B">
            <w:pPr>
              <w:pStyle w:val="TableParagraph"/>
              <w:ind w:left="-14" w:right="97"/>
              <w:rPr>
                <w:sz w:val="23"/>
              </w:rPr>
            </w:pPr>
            <w:r w:rsidRPr="007362F2">
              <w:rPr>
                <w:sz w:val="23"/>
              </w:rPr>
              <w:t>pozyskiwać</w:t>
            </w:r>
            <w:r w:rsidRPr="007362F2">
              <w:rPr>
                <w:spacing w:val="22"/>
                <w:sz w:val="23"/>
              </w:rPr>
              <w:t xml:space="preserve"> </w:t>
            </w:r>
            <w:r w:rsidRPr="007362F2">
              <w:rPr>
                <w:sz w:val="23"/>
              </w:rPr>
              <w:t>dane</w:t>
            </w:r>
            <w:r w:rsidRPr="007362F2">
              <w:rPr>
                <w:spacing w:val="23"/>
                <w:sz w:val="23"/>
              </w:rPr>
              <w:t xml:space="preserve"> </w:t>
            </w:r>
            <w:r w:rsidRPr="007362F2">
              <w:rPr>
                <w:sz w:val="23"/>
              </w:rPr>
              <w:t>dla</w:t>
            </w:r>
            <w:r w:rsidRPr="007362F2">
              <w:rPr>
                <w:spacing w:val="67"/>
                <w:sz w:val="23"/>
              </w:rPr>
              <w:t xml:space="preserve"> </w:t>
            </w:r>
            <w:r w:rsidRPr="007362F2">
              <w:rPr>
                <w:sz w:val="23"/>
              </w:rPr>
              <w:t>analizowania</w:t>
            </w:r>
            <w:r w:rsidRPr="007362F2">
              <w:rPr>
                <w:spacing w:val="67"/>
                <w:sz w:val="23"/>
              </w:rPr>
              <w:t xml:space="preserve"> </w:t>
            </w:r>
            <w:r w:rsidRPr="007362F2">
              <w:rPr>
                <w:sz w:val="23"/>
              </w:rPr>
              <w:t>procesów</w:t>
            </w:r>
            <w:r w:rsidRPr="007362F2">
              <w:rPr>
                <w:spacing w:val="66"/>
                <w:sz w:val="23"/>
              </w:rPr>
              <w:t xml:space="preserve"> </w:t>
            </w:r>
            <w:r w:rsidRPr="007362F2">
              <w:rPr>
                <w:sz w:val="23"/>
              </w:rPr>
              <w:t>i</w:t>
            </w:r>
            <w:r w:rsidRPr="007362F2">
              <w:rPr>
                <w:spacing w:val="68"/>
                <w:sz w:val="23"/>
              </w:rPr>
              <w:t xml:space="preserve"> </w:t>
            </w:r>
            <w:r w:rsidRPr="007362F2">
              <w:rPr>
                <w:sz w:val="23"/>
              </w:rPr>
              <w:t>zjawisk</w:t>
            </w:r>
            <w:r w:rsidRPr="007362F2">
              <w:rPr>
                <w:spacing w:val="-44"/>
                <w:sz w:val="23"/>
              </w:rPr>
              <w:t xml:space="preserve"> </w:t>
            </w:r>
            <w:r w:rsidRPr="007362F2">
              <w:rPr>
                <w:sz w:val="23"/>
              </w:rPr>
              <w:t>a</w:t>
            </w:r>
            <w:r w:rsidRPr="007362F2">
              <w:rPr>
                <w:spacing w:val="3"/>
                <w:sz w:val="23"/>
              </w:rPr>
              <w:t xml:space="preserve"> </w:t>
            </w:r>
            <w:r w:rsidRPr="007362F2">
              <w:rPr>
                <w:sz w:val="23"/>
              </w:rPr>
              <w:t>także</w:t>
            </w:r>
            <w:r w:rsidRPr="007362F2">
              <w:rPr>
                <w:spacing w:val="4"/>
                <w:sz w:val="23"/>
              </w:rPr>
              <w:t xml:space="preserve"> </w:t>
            </w:r>
            <w:r w:rsidRPr="007362F2">
              <w:rPr>
                <w:sz w:val="23"/>
              </w:rPr>
              <w:t>prawidłowo</w:t>
            </w:r>
            <w:r w:rsidRPr="007362F2">
              <w:rPr>
                <w:spacing w:val="3"/>
                <w:sz w:val="23"/>
              </w:rPr>
              <w:t xml:space="preserve"> </w:t>
            </w:r>
            <w:r w:rsidRPr="007362F2">
              <w:rPr>
                <w:sz w:val="23"/>
              </w:rPr>
              <w:t>posługiwać</w:t>
            </w:r>
            <w:r w:rsidRPr="007362F2">
              <w:rPr>
                <w:spacing w:val="4"/>
                <w:sz w:val="23"/>
              </w:rPr>
              <w:t xml:space="preserve"> </w:t>
            </w:r>
            <w:r w:rsidRPr="007362F2">
              <w:rPr>
                <w:sz w:val="23"/>
              </w:rPr>
              <w:t>się</w:t>
            </w:r>
            <w:r w:rsidRPr="007362F2">
              <w:rPr>
                <w:spacing w:val="4"/>
                <w:sz w:val="23"/>
              </w:rPr>
              <w:t xml:space="preserve"> </w:t>
            </w:r>
            <w:r w:rsidRPr="007362F2">
              <w:rPr>
                <w:sz w:val="23"/>
              </w:rPr>
              <w:t>wiedzą</w:t>
            </w:r>
            <w:r w:rsidRPr="007362F2">
              <w:rPr>
                <w:spacing w:val="4"/>
                <w:sz w:val="23"/>
              </w:rPr>
              <w:t xml:space="preserve"> </w:t>
            </w:r>
            <w:r w:rsidRPr="007362F2">
              <w:rPr>
                <w:sz w:val="23"/>
              </w:rPr>
              <w:t>z</w:t>
            </w:r>
            <w:r w:rsidRPr="007362F2">
              <w:rPr>
                <w:spacing w:val="4"/>
                <w:sz w:val="23"/>
              </w:rPr>
              <w:t xml:space="preserve"> </w:t>
            </w:r>
            <w:r w:rsidRPr="007362F2">
              <w:rPr>
                <w:sz w:val="23"/>
              </w:rPr>
              <w:t>zakresu</w:t>
            </w:r>
            <w:r w:rsidRPr="007362F2">
              <w:rPr>
                <w:spacing w:val="5"/>
                <w:sz w:val="23"/>
              </w:rPr>
              <w:t xml:space="preserve"> </w:t>
            </w:r>
            <w:r w:rsidRPr="007362F2">
              <w:rPr>
                <w:sz w:val="23"/>
              </w:rPr>
              <w:t>nauk o</w:t>
            </w:r>
            <w:r w:rsidRPr="007362F2">
              <w:rPr>
                <w:spacing w:val="1"/>
                <w:sz w:val="23"/>
              </w:rPr>
              <w:t> </w:t>
            </w:r>
            <w:r w:rsidRPr="007362F2">
              <w:rPr>
                <w:sz w:val="23"/>
              </w:rPr>
              <w:t>prawie</w:t>
            </w:r>
            <w:r w:rsidRPr="007362F2">
              <w:rPr>
                <w:spacing w:val="1"/>
                <w:sz w:val="23"/>
              </w:rPr>
              <w:t xml:space="preserve"> </w:t>
            </w:r>
            <w:r w:rsidRPr="007362F2">
              <w:rPr>
                <w:sz w:val="23"/>
              </w:rPr>
              <w:t>i</w:t>
            </w:r>
            <w:r w:rsidRPr="007362F2">
              <w:rPr>
                <w:spacing w:val="1"/>
                <w:sz w:val="23"/>
              </w:rPr>
              <w:t xml:space="preserve"> </w:t>
            </w:r>
            <w:r w:rsidRPr="007362F2">
              <w:rPr>
                <w:sz w:val="23"/>
              </w:rPr>
              <w:t>administracji</w:t>
            </w:r>
            <w:r w:rsidRPr="007362F2">
              <w:rPr>
                <w:spacing w:val="1"/>
                <w:sz w:val="23"/>
              </w:rPr>
              <w:t xml:space="preserve"> </w:t>
            </w:r>
            <w:r w:rsidRPr="007362F2">
              <w:rPr>
                <w:sz w:val="23"/>
              </w:rPr>
              <w:t>oraz</w:t>
            </w:r>
            <w:r w:rsidRPr="007362F2">
              <w:rPr>
                <w:spacing w:val="1"/>
                <w:sz w:val="23"/>
              </w:rPr>
              <w:t xml:space="preserve"> </w:t>
            </w:r>
            <w:r w:rsidRPr="007362F2">
              <w:rPr>
                <w:sz w:val="23"/>
              </w:rPr>
              <w:t>podstawową</w:t>
            </w:r>
            <w:r w:rsidRPr="007362F2">
              <w:rPr>
                <w:spacing w:val="1"/>
                <w:sz w:val="23"/>
              </w:rPr>
              <w:t xml:space="preserve"> </w:t>
            </w:r>
            <w:r w:rsidRPr="007362F2">
              <w:rPr>
                <w:sz w:val="23"/>
              </w:rPr>
              <w:t>wiedzą</w:t>
            </w:r>
            <w:r w:rsidRPr="007362F2">
              <w:rPr>
                <w:spacing w:val="-44"/>
                <w:sz w:val="23"/>
              </w:rPr>
              <w:t xml:space="preserve"> </w:t>
            </w:r>
            <w:r w:rsidRPr="007362F2">
              <w:rPr>
                <w:sz w:val="23"/>
              </w:rPr>
              <w:t>interdyscyplinarną do przygotowania rozwiązań problemów;</w:t>
            </w:r>
          </w:p>
        </w:tc>
        <w:tc>
          <w:tcPr>
            <w:tcW w:w="1865" w:type="dxa"/>
          </w:tcPr>
          <w:p w14:paraId="23A000A2" w14:textId="12108A0F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K_U03</w:t>
            </w:r>
          </w:p>
        </w:tc>
      </w:tr>
    </w:tbl>
    <w:p w14:paraId="6A80B2D8" w14:textId="77777777" w:rsidR="0041653B" w:rsidRDefault="0041653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362F2" w:rsidRPr="007362F2" w14:paraId="365DE515" w14:textId="77777777" w:rsidTr="050FD1E3">
        <w:tc>
          <w:tcPr>
            <w:tcW w:w="1681" w:type="dxa"/>
          </w:tcPr>
          <w:p w14:paraId="774A7AD7" w14:textId="52A4D4E5" w:rsidR="00220578" w:rsidRPr="007362F2" w:rsidRDefault="507619D6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lastRenderedPageBreak/>
              <w:t>EK_0</w:t>
            </w:r>
            <w:r w:rsidR="3BD7387A" w:rsidRPr="050FD1E3">
              <w:rPr>
                <w:rFonts w:ascii="Corbel" w:hAnsi="Corbel"/>
                <w:b w:val="0"/>
                <w:sz w:val="23"/>
                <w:szCs w:val="23"/>
              </w:rPr>
              <w:t>7</w:t>
            </w:r>
          </w:p>
        </w:tc>
        <w:tc>
          <w:tcPr>
            <w:tcW w:w="5974" w:type="dxa"/>
          </w:tcPr>
          <w:p w14:paraId="7F579039" w14:textId="4772FF28" w:rsidR="00220578" w:rsidRPr="007362F2" w:rsidRDefault="00220578" w:rsidP="0041653B">
            <w:pPr>
              <w:pStyle w:val="TableParagraph"/>
              <w:ind w:left="-14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Wykazuje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się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specjalistycznymi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umiejętnościami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znajdowania podstaw prawnych, orzecznictwa i literatury</w:t>
            </w:r>
            <w:r w:rsidRPr="007362F2">
              <w:rPr>
                <w:bCs/>
                <w:spacing w:val="-4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dotyczącej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badanych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zagadnień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oraz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stosowania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zasad</w:t>
            </w:r>
            <w:r w:rsidRPr="007362F2">
              <w:rPr>
                <w:bCs/>
                <w:spacing w:val="-4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etycznych,</w:t>
            </w:r>
            <w:r w:rsidRPr="007362F2">
              <w:rPr>
                <w:bCs/>
                <w:spacing w:val="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jak</w:t>
            </w:r>
            <w:r w:rsidRPr="007362F2">
              <w:rPr>
                <w:bCs/>
                <w:spacing w:val="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również</w:t>
            </w:r>
            <w:r w:rsidRPr="007362F2">
              <w:rPr>
                <w:bCs/>
                <w:spacing w:val="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samodzielnego</w:t>
            </w:r>
            <w:r w:rsidRPr="007362F2">
              <w:rPr>
                <w:bCs/>
                <w:spacing w:val="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proponowania rozwiązań konkretnego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problemu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podejmowania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rozstrzygnięć;</w:t>
            </w:r>
          </w:p>
        </w:tc>
        <w:tc>
          <w:tcPr>
            <w:tcW w:w="1865" w:type="dxa"/>
          </w:tcPr>
          <w:p w14:paraId="11B9AACD" w14:textId="2BB48585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K_U04</w:t>
            </w:r>
          </w:p>
        </w:tc>
      </w:tr>
      <w:tr w:rsidR="007362F2" w:rsidRPr="007362F2" w14:paraId="662B6638" w14:textId="77777777" w:rsidTr="050FD1E3">
        <w:tc>
          <w:tcPr>
            <w:tcW w:w="1681" w:type="dxa"/>
          </w:tcPr>
          <w:p w14:paraId="0858186B" w14:textId="37C7B8B3" w:rsidR="00220578" w:rsidRPr="007362F2" w:rsidRDefault="28E50C0E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283FFAE8" w:rsidRPr="050FD1E3">
              <w:rPr>
                <w:rFonts w:ascii="Corbel" w:hAnsi="Corbel"/>
                <w:b w:val="0"/>
                <w:sz w:val="23"/>
                <w:szCs w:val="23"/>
              </w:rPr>
              <w:t>8</w:t>
            </w:r>
          </w:p>
        </w:tc>
        <w:tc>
          <w:tcPr>
            <w:tcW w:w="5974" w:type="dxa"/>
          </w:tcPr>
          <w:p w14:paraId="662CA889" w14:textId="77777777" w:rsidR="00220578" w:rsidRPr="007362F2" w:rsidRDefault="00220578" w:rsidP="0041653B">
            <w:pPr>
              <w:pStyle w:val="TableParagraph"/>
              <w:ind w:left="-14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Posiada umiejętność logicznego myślenia, analizy</w:t>
            </w:r>
            <w:r w:rsidRPr="007362F2">
              <w:rPr>
                <w:bCs/>
                <w:spacing w:val="-4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1"/>
                <w:sz w:val="23"/>
              </w:rPr>
              <w:t> </w:t>
            </w:r>
            <w:r w:rsidRPr="007362F2">
              <w:rPr>
                <w:bCs/>
                <w:sz w:val="23"/>
              </w:rPr>
              <w:t>syntezy,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dzięki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czemu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potrafi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przekonująco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argumentować</w:t>
            </w:r>
            <w:r w:rsidRPr="007362F2">
              <w:rPr>
                <w:bCs/>
                <w:spacing w:val="-5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-5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interpretować</w:t>
            </w:r>
            <w:r w:rsidRPr="007362F2">
              <w:rPr>
                <w:bCs/>
                <w:spacing w:val="-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zjawiska administracyjne,</w:t>
            </w:r>
          </w:p>
          <w:p w14:paraId="36AD7566" w14:textId="5A4A6D5B" w:rsidR="00220578" w:rsidRPr="007362F2" w:rsidRDefault="00220578" w:rsidP="0041653B">
            <w:pPr>
              <w:pStyle w:val="TableParagraph"/>
              <w:ind w:left="-14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prawne,</w:t>
            </w:r>
            <w:r w:rsidRPr="007362F2">
              <w:rPr>
                <w:bCs/>
                <w:spacing w:val="-5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społeczne,</w:t>
            </w:r>
            <w:r w:rsidRPr="007362F2">
              <w:rPr>
                <w:bCs/>
                <w:spacing w:val="-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 xml:space="preserve">polityczne </w:t>
            </w:r>
            <w:r w:rsidRPr="007362F2">
              <w:rPr>
                <w:bCs/>
                <w:spacing w:val="-1"/>
                <w:sz w:val="23"/>
              </w:rPr>
              <w:t>i ekonomiczne</w:t>
            </w:r>
            <w:r w:rsidRPr="007362F2">
              <w:rPr>
                <w:bCs/>
                <w:spacing w:val="-4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sytuacjach decyzyjnych;</w:t>
            </w:r>
          </w:p>
        </w:tc>
        <w:tc>
          <w:tcPr>
            <w:tcW w:w="1865" w:type="dxa"/>
          </w:tcPr>
          <w:p w14:paraId="37448230" w14:textId="125F1EC8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K_U06</w:t>
            </w:r>
          </w:p>
        </w:tc>
      </w:tr>
      <w:tr w:rsidR="007362F2" w:rsidRPr="007362F2" w14:paraId="693666F9" w14:textId="77777777" w:rsidTr="050FD1E3">
        <w:tc>
          <w:tcPr>
            <w:tcW w:w="1681" w:type="dxa"/>
          </w:tcPr>
          <w:p w14:paraId="0AAB371A" w14:textId="57C8DE73" w:rsidR="00220578" w:rsidRPr="007362F2" w:rsidRDefault="28E50C0E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7C43DCCB" w:rsidRPr="050FD1E3">
              <w:rPr>
                <w:rFonts w:ascii="Corbel" w:hAnsi="Corbel"/>
                <w:b w:val="0"/>
                <w:sz w:val="23"/>
                <w:szCs w:val="23"/>
              </w:rPr>
              <w:t>9</w:t>
            </w:r>
          </w:p>
        </w:tc>
        <w:tc>
          <w:tcPr>
            <w:tcW w:w="5974" w:type="dxa"/>
          </w:tcPr>
          <w:p w14:paraId="359369E3" w14:textId="77777777" w:rsidR="00220578" w:rsidRPr="007362F2" w:rsidRDefault="00220578" w:rsidP="0041653B">
            <w:pPr>
              <w:pStyle w:val="TableParagraph"/>
              <w:ind w:left="-14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Posiada</w:t>
            </w:r>
            <w:r w:rsidRPr="007362F2">
              <w:rPr>
                <w:bCs/>
                <w:spacing w:val="-8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umiejętność</w:t>
            </w:r>
            <w:r w:rsidRPr="007362F2">
              <w:rPr>
                <w:bCs/>
                <w:spacing w:val="-8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prowadzenia</w:t>
            </w:r>
            <w:r w:rsidRPr="007362F2">
              <w:rPr>
                <w:bCs/>
                <w:spacing w:val="-7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debaty,</w:t>
            </w:r>
            <w:r w:rsidRPr="007362F2">
              <w:rPr>
                <w:bCs/>
                <w:spacing w:val="-8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przygotowania</w:t>
            </w:r>
            <w:r w:rsidRPr="007362F2">
              <w:rPr>
                <w:bCs/>
                <w:spacing w:val="-4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prac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pisemnych,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prezentacji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multimedialnych,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oraz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ustnych wystąpień w języku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polskim w zakresie dziedzin i</w:t>
            </w:r>
            <w:r w:rsidRPr="007362F2">
              <w:rPr>
                <w:bCs/>
                <w:spacing w:val="-44"/>
                <w:sz w:val="23"/>
              </w:rPr>
              <w:t xml:space="preserve">  </w:t>
            </w:r>
            <w:r w:rsidRPr="007362F2">
              <w:rPr>
                <w:bCs/>
                <w:sz w:val="23"/>
              </w:rPr>
              <w:t>dyscyplin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naukowych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wykładanych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ramach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kierunku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Administracja dotyczących zagadnień szczegółowych,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 wykorzystaniem poglądów doktryny, źródeł prawa oraz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orzecznictwa</w:t>
            </w:r>
            <w:r w:rsidRPr="007362F2">
              <w:rPr>
                <w:bCs/>
                <w:spacing w:val="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sądowego</w:t>
            </w:r>
            <w:r w:rsidRPr="007362F2">
              <w:rPr>
                <w:bCs/>
                <w:spacing w:val="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administracyjnego,</w:t>
            </w:r>
            <w:r w:rsidRPr="007362F2">
              <w:rPr>
                <w:bCs/>
                <w:spacing w:val="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a</w:t>
            </w:r>
            <w:r w:rsidRPr="007362F2">
              <w:rPr>
                <w:bCs/>
                <w:spacing w:val="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także</w:t>
            </w:r>
          </w:p>
          <w:p w14:paraId="656DA4A1" w14:textId="7351F8AA" w:rsidR="00220578" w:rsidRPr="007362F2" w:rsidRDefault="00220578" w:rsidP="0041653B">
            <w:pPr>
              <w:pStyle w:val="TableParagraph"/>
              <w:ind w:left="-14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danych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statystycznych;</w:t>
            </w:r>
          </w:p>
        </w:tc>
        <w:tc>
          <w:tcPr>
            <w:tcW w:w="1865" w:type="dxa"/>
          </w:tcPr>
          <w:p w14:paraId="443F574E" w14:textId="034628AF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K_U07</w:t>
            </w:r>
          </w:p>
        </w:tc>
      </w:tr>
      <w:tr w:rsidR="007362F2" w:rsidRPr="007362F2" w14:paraId="37D05809" w14:textId="77777777" w:rsidTr="050FD1E3">
        <w:tc>
          <w:tcPr>
            <w:tcW w:w="1681" w:type="dxa"/>
          </w:tcPr>
          <w:p w14:paraId="7FC04B3C" w14:textId="5AB41010" w:rsidR="00CF5151" w:rsidRPr="007362F2" w:rsidRDefault="7DF3FD51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7F3BA2EF" w:rsidRPr="050FD1E3">
              <w:rPr>
                <w:rFonts w:ascii="Corbel" w:hAnsi="Corbel"/>
                <w:b w:val="0"/>
                <w:sz w:val="23"/>
                <w:szCs w:val="23"/>
              </w:rPr>
              <w:t>1</w:t>
            </w:r>
            <w:r w:rsidRPr="050FD1E3">
              <w:rPr>
                <w:rFonts w:ascii="Corbel" w:hAnsi="Corbel"/>
                <w:b w:val="0"/>
                <w:sz w:val="23"/>
                <w:szCs w:val="23"/>
              </w:rPr>
              <w:t>0</w:t>
            </w:r>
          </w:p>
        </w:tc>
        <w:tc>
          <w:tcPr>
            <w:tcW w:w="5974" w:type="dxa"/>
          </w:tcPr>
          <w:p w14:paraId="01CCDAFB" w14:textId="77777777" w:rsidR="00CF5151" w:rsidRPr="007362F2" w:rsidRDefault="00CF5151" w:rsidP="0041653B">
            <w:pPr>
              <w:pStyle w:val="TableParagraph"/>
              <w:ind w:left="-14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Jest</w:t>
            </w:r>
            <w:r w:rsidRPr="007362F2">
              <w:rPr>
                <w:bCs/>
                <w:spacing w:val="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gotowy</w:t>
            </w:r>
            <w:r w:rsidRPr="007362F2">
              <w:rPr>
                <w:bCs/>
                <w:spacing w:val="5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samodzielnie</w:t>
            </w:r>
            <w:r w:rsidRPr="007362F2">
              <w:rPr>
                <w:bCs/>
                <w:spacing w:val="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krytycznie</w:t>
            </w:r>
            <w:r w:rsidRPr="007362F2">
              <w:rPr>
                <w:bCs/>
                <w:spacing w:val="5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uzupełniać</w:t>
            </w:r>
            <w:r w:rsidRPr="007362F2">
              <w:rPr>
                <w:bCs/>
                <w:spacing w:val="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wiedzę,</w:t>
            </w:r>
          </w:p>
          <w:p w14:paraId="0F13373C" w14:textId="2AF98BCD" w:rsidR="00CF5151" w:rsidRPr="007362F2" w:rsidRDefault="00CF5151" w:rsidP="0041653B">
            <w:pPr>
              <w:pStyle w:val="TableParagraph"/>
              <w:ind w:left="-14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tym</w:t>
            </w:r>
            <w:r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również</w:t>
            </w:r>
            <w:r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na</w:t>
            </w:r>
            <w:r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gruncie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interdyscyplinarnym.</w:t>
            </w:r>
          </w:p>
        </w:tc>
        <w:tc>
          <w:tcPr>
            <w:tcW w:w="1865" w:type="dxa"/>
          </w:tcPr>
          <w:p w14:paraId="33BEF987" w14:textId="2A57B523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K_K01</w:t>
            </w:r>
          </w:p>
        </w:tc>
      </w:tr>
      <w:tr w:rsidR="007362F2" w:rsidRPr="007362F2" w14:paraId="3381E920" w14:textId="77777777" w:rsidTr="050FD1E3">
        <w:tc>
          <w:tcPr>
            <w:tcW w:w="1681" w:type="dxa"/>
          </w:tcPr>
          <w:p w14:paraId="096B5793" w14:textId="5E368C98" w:rsidR="00CF5151" w:rsidRPr="0041653B" w:rsidRDefault="20E1D3C5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1551FCEA" w:rsidRPr="050FD1E3">
              <w:rPr>
                <w:rFonts w:ascii="Corbel" w:hAnsi="Corbel"/>
                <w:b w:val="0"/>
                <w:sz w:val="23"/>
                <w:szCs w:val="23"/>
              </w:rPr>
              <w:t>11</w:t>
            </w:r>
          </w:p>
        </w:tc>
        <w:tc>
          <w:tcPr>
            <w:tcW w:w="5974" w:type="dxa"/>
          </w:tcPr>
          <w:p w14:paraId="760B5A5F" w14:textId="156A3779" w:rsidR="00CF5151" w:rsidRPr="007362F2" w:rsidRDefault="00CF5151" w:rsidP="0041653B">
            <w:pPr>
              <w:pStyle w:val="TableParagraph"/>
              <w:ind w:left="-14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 xml:space="preserve">Jest zdolny do samodzielnego rozwiazywania </w:t>
            </w:r>
            <w:r w:rsidRPr="007362F2">
              <w:rPr>
                <w:bCs/>
                <w:spacing w:val="-1"/>
                <w:sz w:val="23"/>
              </w:rPr>
              <w:t>podstawowych</w:t>
            </w:r>
            <w:r w:rsidRPr="007362F2">
              <w:rPr>
                <w:bCs/>
                <w:spacing w:val="-1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problemów</w:t>
            </w:r>
            <w:r w:rsidRPr="007362F2">
              <w:rPr>
                <w:bCs/>
                <w:spacing w:val="-1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administracyjnych,</w:t>
            </w:r>
            <w:r w:rsidRPr="007362F2">
              <w:rPr>
                <w:bCs/>
                <w:spacing w:val="-1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prawnych</w:t>
            </w:r>
            <w:r w:rsidRPr="007362F2">
              <w:rPr>
                <w:bCs/>
                <w:spacing w:val="-1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 etycznych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związanych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</w:t>
            </w:r>
            <w:r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funkcjonowaniem struktur publicznych i niepublicznych;</w:t>
            </w:r>
          </w:p>
        </w:tc>
        <w:tc>
          <w:tcPr>
            <w:tcW w:w="1865" w:type="dxa"/>
          </w:tcPr>
          <w:p w14:paraId="11621507" w14:textId="2877C26A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K_K02</w:t>
            </w:r>
          </w:p>
        </w:tc>
      </w:tr>
      <w:tr w:rsidR="007362F2" w:rsidRPr="007362F2" w14:paraId="1D148171" w14:textId="77777777" w:rsidTr="050FD1E3">
        <w:tc>
          <w:tcPr>
            <w:tcW w:w="1681" w:type="dxa"/>
          </w:tcPr>
          <w:p w14:paraId="78158CFE" w14:textId="62792767" w:rsidR="00CF5151" w:rsidRPr="007362F2" w:rsidRDefault="20E1D3C5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772C7956" w:rsidRPr="050FD1E3">
              <w:rPr>
                <w:rFonts w:ascii="Corbel" w:hAnsi="Corbel"/>
                <w:b w:val="0"/>
                <w:sz w:val="23"/>
                <w:szCs w:val="23"/>
              </w:rPr>
              <w:t>12</w:t>
            </w:r>
          </w:p>
        </w:tc>
        <w:tc>
          <w:tcPr>
            <w:tcW w:w="5974" w:type="dxa"/>
          </w:tcPr>
          <w:p w14:paraId="6DCEE940" w14:textId="14EAB154" w:rsidR="00CF5151" w:rsidRPr="007362F2" w:rsidRDefault="00CF5151" w:rsidP="0041653B">
            <w:pPr>
              <w:pStyle w:val="TableParagraph"/>
              <w:ind w:left="-14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Uczestniczy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przygotowaniu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projektów,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</w:t>
            </w:r>
            <w:r w:rsidRPr="007362F2">
              <w:rPr>
                <w:bCs/>
                <w:spacing w:val="1"/>
                <w:sz w:val="23"/>
              </w:rPr>
              <w:t> </w:t>
            </w:r>
            <w:r w:rsidRPr="007362F2">
              <w:rPr>
                <w:bCs/>
                <w:sz w:val="23"/>
              </w:rPr>
              <w:t>uwzględnieniem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wiedzy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umiejętności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zdobytych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46"/>
                <w:sz w:val="23"/>
              </w:rPr>
              <w:t> </w:t>
            </w:r>
            <w:r w:rsidRPr="007362F2">
              <w:rPr>
                <w:bCs/>
                <w:sz w:val="23"/>
              </w:rPr>
              <w:t>trakcie</w:t>
            </w:r>
            <w:r w:rsidRPr="007362F2">
              <w:rPr>
                <w:bCs/>
                <w:spacing w:val="4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studiów</w:t>
            </w:r>
            <w:r w:rsidRPr="007362F2">
              <w:rPr>
                <w:bCs/>
                <w:spacing w:val="4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oraz</w:t>
            </w:r>
            <w:r w:rsidRPr="007362F2">
              <w:rPr>
                <w:bCs/>
                <w:spacing w:val="4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jest</w:t>
            </w:r>
            <w:r w:rsidRPr="007362F2">
              <w:rPr>
                <w:bCs/>
                <w:spacing w:val="4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gotowy</w:t>
            </w:r>
            <w:r w:rsidRPr="007362F2">
              <w:rPr>
                <w:bCs/>
                <w:spacing w:val="4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działać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na rzecz</w:t>
            </w:r>
            <w:r w:rsidRPr="007362F2">
              <w:rPr>
                <w:bCs/>
                <w:spacing w:val="4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społeczeństwa,</w:t>
            </w:r>
            <w:r w:rsidRPr="007362F2">
              <w:rPr>
                <w:bCs/>
                <w:spacing w:val="4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4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tym w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instytucjach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publicznych i niepublicznych;</w:t>
            </w:r>
          </w:p>
        </w:tc>
        <w:tc>
          <w:tcPr>
            <w:tcW w:w="1865" w:type="dxa"/>
          </w:tcPr>
          <w:p w14:paraId="498C95E6" w14:textId="36B69123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K_K03</w:t>
            </w:r>
          </w:p>
        </w:tc>
      </w:tr>
      <w:tr w:rsidR="007362F2" w:rsidRPr="007362F2" w14:paraId="4492F7D6" w14:textId="77777777" w:rsidTr="050FD1E3">
        <w:tc>
          <w:tcPr>
            <w:tcW w:w="1681" w:type="dxa"/>
          </w:tcPr>
          <w:p w14:paraId="1C785078" w14:textId="4BCEF916" w:rsidR="00CF5151" w:rsidRPr="0041653B" w:rsidRDefault="577CAE55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5345E06F" w:rsidRPr="050FD1E3">
              <w:rPr>
                <w:rFonts w:ascii="Corbel" w:hAnsi="Corbel"/>
                <w:b w:val="0"/>
                <w:sz w:val="23"/>
                <w:szCs w:val="23"/>
              </w:rPr>
              <w:t>13</w:t>
            </w:r>
          </w:p>
        </w:tc>
        <w:tc>
          <w:tcPr>
            <w:tcW w:w="5974" w:type="dxa"/>
          </w:tcPr>
          <w:p w14:paraId="44076B78" w14:textId="77777777" w:rsidR="00CF5151" w:rsidRPr="007362F2" w:rsidRDefault="00CF5151" w:rsidP="0041653B">
            <w:pPr>
              <w:pStyle w:val="TableParagraph"/>
              <w:ind w:left="-14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Potrafi</w:t>
            </w:r>
            <w:r w:rsidRPr="007362F2">
              <w:rPr>
                <w:bCs/>
                <w:spacing w:val="3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działać</w:t>
            </w:r>
            <w:r w:rsidRPr="007362F2">
              <w:rPr>
                <w:bCs/>
                <w:spacing w:val="3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3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sposób</w:t>
            </w:r>
            <w:r w:rsidRPr="007362F2">
              <w:rPr>
                <w:bCs/>
                <w:spacing w:val="2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zorganizowany,</w:t>
            </w:r>
            <w:r w:rsidRPr="007362F2">
              <w:rPr>
                <w:bCs/>
                <w:spacing w:val="3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wykorzystując</w:t>
            </w:r>
          </w:p>
          <w:p w14:paraId="4EB3DD57" w14:textId="6BB2A6DE" w:rsidR="00CF5151" w:rsidRPr="007362F2" w:rsidRDefault="00CF5151" w:rsidP="0041653B">
            <w:pPr>
              <w:pStyle w:val="TableParagraph"/>
              <w:ind w:left="-14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wiedzę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-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umiejętności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zdobyte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trakcie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studiów;</w:t>
            </w:r>
          </w:p>
        </w:tc>
        <w:tc>
          <w:tcPr>
            <w:tcW w:w="1865" w:type="dxa"/>
          </w:tcPr>
          <w:p w14:paraId="18BE1AB5" w14:textId="553A98DE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K_K04</w:t>
            </w:r>
          </w:p>
        </w:tc>
      </w:tr>
      <w:tr w:rsidR="007362F2" w:rsidRPr="007362F2" w14:paraId="5EAC0CD9" w14:textId="77777777" w:rsidTr="050FD1E3">
        <w:tc>
          <w:tcPr>
            <w:tcW w:w="1681" w:type="dxa"/>
          </w:tcPr>
          <w:p w14:paraId="73BF85E7" w14:textId="6F5BBDE2" w:rsidR="00CF5151" w:rsidRPr="007362F2" w:rsidRDefault="1809D36F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4AAC1920" w:rsidRPr="050FD1E3">
              <w:rPr>
                <w:rFonts w:ascii="Corbel" w:hAnsi="Corbel"/>
                <w:b w:val="0"/>
                <w:sz w:val="23"/>
                <w:szCs w:val="23"/>
              </w:rPr>
              <w:t>14</w:t>
            </w:r>
          </w:p>
        </w:tc>
        <w:tc>
          <w:tcPr>
            <w:tcW w:w="5974" w:type="dxa"/>
          </w:tcPr>
          <w:p w14:paraId="0977F142" w14:textId="77777777" w:rsidR="00CF5151" w:rsidRPr="007362F2" w:rsidRDefault="00CF5151" w:rsidP="0041653B">
            <w:pPr>
              <w:pStyle w:val="TableParagraph"/>
              <w:ind w:left="-14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Wykazuje</w:t>
            </w:r>
            <w:r w:rsidRPr="007362F2">
              <w:rPr>
                <w:bCs/>
                <w:spacing w:val="7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odpowiedzialność</w:t>
            </w:r>
            <w:r w:rsidRPr="007362F2">
              <w:rPr>
                <w:bCs/>
                <w:spacing w:val="7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za</w:t>
            </w:r>
            <w:r w:rsidRPr="007362F2">
              <w:rPr>
                <w:bCs/>
                <w:spacing w:val="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własne</w:t>
            </w:r>
            <w:r w:rsidRPr="007362F2">
              <w:rPr>
                <w:bCs/>
                <w:spacing w:val="7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przygotowanie</w:t>
            </w:r>
            <w:r w:rsidRPr="007362F2">
              <w:rPr>
                <w:bCs/>
                <w:spacing w:val="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do</w:t>
            </w:r>
          </w:p>
          <w:p w14:paraId="1580D280" w14:textId="596F19D0" w:rsidR="00CF5151" w:rsidRPr="007362F2" w:rsidRDefault="00CF5151" w:rsidP="0041653B">
            <w:pPr>
              <w:pStyle w:val="Nagwek"/>
              <w:ind w:left="-14"/>
              <w:rPr>
                <w:rFonts w:ascii="Corbel" w:hAnsi="Corbel"/>
                <w:bCs/>
                <w:sz w:val="23"/>
              </w:rPr>
            </w:pPr>
            <w:r w:rsidRPr="007362F2">
              <w:rPr>
                <w:rFonts w:ascii="Corbel" w:hAnsi="Corbel"/>
                <w:bCs/>
                <w:sz w:val="23"/>
              </w:rPr>
              <w:t>pracy,</w:t>
            </w:r>
            <w:r w:rsidRPr="007362F2">
              <w:rPr>
                <w:rFonts w:ascii="Corbel" w:hAnsi="Corbel"/>
                <w:bCs/>
                <w:spacing w:val="-3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podejmowane</w:t>
            </w:r>
            <w:r w:rsidRPr="007362F2">
              <w:rPr>
                <w:rFonts w:ascii="Corbel" w:hAnsi="Corbel"/>
                <w:bCs/>
                <w:spacing w:val="-1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decyzje,</w:t>
            </w:r>
            <w:r w:rsidRPr="007362F2">
              <w:rPr>
                <w:rFonts w:ascii="Corbel" w:hAnsi="Corbel"/>
                <w:bCs/>
                <w:spacing w:val="-2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działania</w:t>
            </w:r>
            <w:r w:rsidRPr="007362F2">
              <w:rPr>
                <w:rFonts w:ascii="Corbel" w:hAnsi="Corbel"/>
                <w:bCs/>
                <w:spacing w:val="-2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i</w:t>
            </w:r>
            <w:r w:rsidRPr="007362F2">
              <w:rPr>
                <w:rFonts w:ascii="Corbel" w:hAnsi="Corbel"/>
                <w:bCs/>
                <w:spacing w:val="-3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ich</w:t>
            </w:r>
            <w:r w:rsidRPr="007362F2">
              <w:rPr>
                <w:rFonts w:ascii="Corbel" w:hAnsi="Corbel"/>
                <w:bCs/>
                <w:spacing w:val="-3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skutki;</w:t>
            </w:r>
          </w:p>
        </w:tc>
        <w:tc>
          <w:tcPr>
            <w:tcW w:w="1865" w:type="dxa"/>
          </w:tcPr>
          <w:p w14:paraId="5C45E1D5" w14:textId="0975DBA5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K_K05</w:t>
            </w:r>
          </w:p>
        </w:tc>
      </w:tr>
      <w:tr w:rsidR="00CF5151" w:rsidRPr="007362F2" w14:paraId="287F1A16" w14:textId="77777777" w:rsidTr="050FD1E3">
        <w:tc>
          <w:tcPr>
            <w:tcW w:w="1681" w:type="dxa"/>
          </w:tcPr>
          <w:p w14:paraId="5A24C7AE" w14:textId="06A0E127" w:rsidR="00CF5151" w:rsidRPr="007362F2" w:rsidRDefault="1809D36F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63FCC73F" w:rsidRPr="050FD1E3">
              <w:rPr>
                <w:rFonts w:ascii="Corbel" w:hAnsi="Corbel"/>
                <w:b w:val="0"/>
                <w:sz w:val="23"/>
                <w:szCs w:val="23"/>
              </w:rPr>
              <w:t>15</w:t>
            </w:r>
          </w:p>
        </w:tc>
        <w:tc>
          <w:tcPr>
            <w:tcW w:w="5974" w:type="dxa"/>
          </w:tcPr>
          <w:p w14:paraId="500D41A4" w14:textId="054C7D26" w:rsidR="00CF5151" w:rsidRPr="007362F2" w:rsidRDefault="00CF5151" w:rsidP="0041653B">
            <w:pPr>
              <w:pStyle w:val="TableParagraph"/>
              <w:tabs>
                <w:tab w:val="left" w:pos="1625"/>
                <w:tab w:val="left" w:pos="1896"/>
                <w:tab w:val="left" w:pos="2914"/>
                <w:tab w:val="left" w:pos="4265"/>
                <w:tab w:val="left" w:pos="4536"/>
              </w:tabs>
              <w:ind w:left="-14" w:right="100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Ma</w:t>
            </w:r>
            <w:r w:rsidRPr="007362F2">
              <w:rPr>
                <w:bCs/>
                <w:spacing w:val="1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świadomość</w:t>
            </w:r>
            <w:r w:rsidRPr="007362F2">
              <w:rPr>
                <w:bCs/>
                <w:spacing w:val="1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doniosłości</w:t>
            </w:r>
            <w:r w:rsidRPr="007362F2">
              <w:rPr>
                <w:bCs/>
                <w:spacing w:val="1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zachowania</w:t>
            </w:r>
            <w:r w:rsidRPr="007362F2">
              <w:rPr>
                <w:bCs/>
                <w:spacing w:val="1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się</w:t>
            </w:r>
            <w:r w:rsidRPr="007362F2">
              <w:rPr>
                <w:bCs/>
                <w:spacing w:val="1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18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sposób</w:t>
            </w:r>
            <w:r w:rsidRPr="007362F2">
              <w:rPr>
                <w:bCs/>
                <w:spacing w:val="-4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 xml:space="preserve">profesjonalny i etyczny, identyfikuje i </w:t>
            </w:r>
            <w:r w:rsidRPr="007362F2">
              <w:rPr>
                <w:bCs/>
                <w:spacing w:val="-1"/>
                <w:sz w:val="23"/>
              </w:rPr>
              <w:t>rozwiązuje</w:t>
            </w:r>
            <w:r w:rsidR="0062227C"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dylematy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moralne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związane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ze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stosowaniem prawa;</w:t>
            </w:r>
          </w:p>
        </w:tc>
        <w:tc>
          <w:tcPr>
            <w:tcW w:w="1865" w:type="dxa"/>
          </w:tcPr>
          <w:p w14:paraId="279C0BD8" w14:textId="336F58EF" w:rsidR="00CF5151" w:rsidRPr="007362F2" w:rsidRDefault="00CF5151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</w:p>
        </w:tc>
      </w:tr>
    </w:tbl>
    <w:p w14:paraId="75E76F8A" w14:textId="77777777" w:rsidR="0085747A" w:rsidRPr="007362F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AEF712" w14:textId="77777777" w:rsidR="0085747A" w:rsidRPr="007362F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62F2">
        <w:rPr>
          <w:rFonts w:ascii="Corbel" w:hAnsi="Corbel"/>
          <w:b/>
          <w:sz w:val="24"/>
          <w:szCs w:val="24"/>
        </w:rPr>
        <w:t>3.3</w:t>
      </w:r>
      <w:r w:rsidR="001D7B54" w:rsidRPr="007362F2">
        <w:rPr>
          <w:rFonts w:ascii="Corbel" w:hAnsi="Corbel"/>
          <w:b/>
          <w:sz w:val="24"/>
          <w:szCs w:val="24"/>
        </w:rPr>
        <w:t xml:space="preserve"> </w:t>
      </w:r>
      <w:r w:rsidR="0085747A" w:rsidRPr="007362F2">
        <w:rPr>
          <w:rFonts w:ascii="Corbel" w:hAnsi="Corbel"/>
          <w:b/>
          <w:sz w:val="24"/>
          <w:szCs w:val="24"/>
        </w:rPr>
        <w:t>T</w:t>
      </w:r>
      <w:r w:rsidR="001D7B54" w:rsidRPr="007362F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362F2">
        <w:rPr>
          <w:rFonts w:ascii="Corbel" w:hAnsi="Corbel"/>
          <w:sz w:val="24"/>
          <w:szCs w:val="24"/>
        </w:rPr>
        <w:t xml:space="preserve">  </w:t>
      </w:r>
    </w:p>
    <w:p w14:paraId="354943C8" w14:textId="77777777" w:rsidR="0085747A" w:rsidRPr="007362F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50FD1E3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7924"/>
        <w:gridCol w:w="827"/>
      </w:tblGrid>
      <w:tr w:rsidR="007362F2" w:rsidRPr="007362F2" w14:paraId="2580BA67" w14:textId="77777777" w:rsidTr="00AB1AA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CFD1E" w14:textId="77777777" w:rsidR="0062227C" w:rsidRPr="007362F2" w:rsidRDefault="006222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713BC" w14:textId="77777777" w:rsidR="0062227C" w:rsidRPr="007362F2" w:rsidRDefault="006222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CD0BE" w14:textId="77777777" w:rsidR="0062227C" w:rsidRPr="007362F2" w:rsidRDefault="006222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Godz.</w:t>
            </w:r>
          </w:p>
        </w:tc>
      </w:tr>
      <w:tr w:rsidR="007362F2" w:rsidRPr="007362F2" w14:paraId="20AE24DE" w14:textId="77777777" w:rsidTr="00AB1AA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BCFCB" w14:textId="77777777" w:rsidR="0062227C" w:rsidRPr="007362F2" w:rsidRDefault="0062227C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7362F2">
              <w:rPr>
                <w:rFonts w:ascii="Corbel" w:eastAsia="Cambria" w:hAnsi="Corbel" w:cs="Calibri"/>
              </w:rPr>
              <w:t>1.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786F" w14:textId="7E16B088" w:rsidR="0062227C" w:rsidRPr="007362F2" w:rsidRDefault="00B91DE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62F2">
              <w:rPr>
                <w:rFonts w:ascii="Corbel" w:eastAsia="Cambria" w:hAnsi="Corbel" w:cs="Calibri"/>
              </w:rPr>
              <w:t>P</w:t>
            </w:r>
            <w:r w:rsidR="0084091E" w:rsidRPr="007362F2">
              <w:rPr>
                <w:rFonts w:ascii="Corbel" w:eastAsia="Cambria" w:hAnsi="Corbel" w:cs="Calibri"/>
              </w:rPr>
              <w:t>ojęcie</w:t>
            </w:r>
            <w:r w:rsidR="00226B2A" w:rsidRPr="007362F2">
              <w:rPr>
                <w:rFonts w:ascii="Corbel" w:eastAsia="Cambria" w:hAnsi="Corbel" w:cs="Calibri"/>
              </w:rPr>
              <w:t xml:space="preserve"> i cechy</w:t>
            </w:r>
            <w:r w:rsidRPr="007362F2">
              <w:rPr>
                <w:rFonts w:ascii="Corbel" w:eastAsia="Cambria" w:hAnsi="Corbel" w:cs="Calibri"/>
              </w:rPr>
              <w:t xml:space="preserve"> kontroli</w:t>
            </w:r>
            <w:r w:rsidR="00DA2990">
              <w:rPr>
                <w:rFonts w:ascii="Corbel" w:eastAsia="Cambria" w:hAnsi="Corbel" w:cs="Calibri"/>
              </w:rPr>
              <w:t xml:space="preserve"> i nadzoru, pojęcie gospodarki komunalnej.</w:t>
            </w:r>
            <w:r w:rsidR="00BD305E" w:rsidRPr="007362F2">
              <w:rPr>
                <w:rFonts w:ascii="Corbel" w:hAnsi="Corbel"/>
              </w:rPr>
              <w:t xml:space="preserve"> Formy prowadzenia gospodarki komunalnej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C246D" w14:textId="1AD9A1CA" w:rsidR="0062227C" w:rsidRPr="007362F2" w:rsidRDefault="00D5120C">
            <w:pPr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 w:rsidRPr="007362F2">
              <w:rPr>
                <w:rFonts w:ascii="Corbel" w:eastAsia="Cambria" w:hAnsi="Corbel" w:cs="Calibri"/>
              </w:rPr>
              <w:t>2</w:t>
            </w:r>
          </w:p>
        </w:tc>
      </w:tr>
      <w:tr w:rsidR="007362F2" w:rsidRPr="007362F2" w14:paraId="61049C04" w14:textId="77777777" w:rsidTr="00AB1AA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5F43" w14:textId="6B12D5A6" w:rsidR="00E46C62" w:rsidRPr="007362F2" w:rsidRDefault="00E46C62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7362F2">
              <w:rPr>
                <w:rFonts w:ascii="Corbel" w:eastAsia="Cambria" w:hAnsi="Corbel" w:cs="Calibri"/>
              </w:rPr>
              <w:t>2.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6C15" w14:textId="77777777" w:rsidR="00E46C62" w:rsidRDefault="00DE235D" w:rsidP="001B0A1D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DE235D">
              <w:rPr>
                <w:rFonts w:ascii="Corbel" w:eastAsia="Cambria" w:hAnsi="Corbel" w:cs="Calibri"/>
              </w:rPr>
              <w:t>N</w:t>
            </w:r>
            <w:r>
              <w:rPr>
                <w:rFonts w:ascii="Corbel" w:eastAsia="Cambria" w:hAnsi="Corbel" w:cs="Calibri"/>
              </w:rPr>
              <w:t>adzór</w:t>
            </w:r>
            <w:r w:rsidRPr="00DE235D">
              <w:rPr>
                <w:rFonts w:ascii="Corbel" w:eastAsia="Cambria" w:hAnsi="Corbel" w:cs="Calibri"/>
              </w:rPr>
              <w:t xml:space="preserve">, </w:t>
            </w:r>
            <w:r>
              <w:rPr>
                <w:rFonts w:ascii="Corbel" w:eastAsia="Cambria" w:hAnsi="Corbel" w:cs="Calibri"/>
              </w:rPr>
              <w:t>kontrola wewnętrzna</w:t>
            </w:r>
            <w:r w:rsidR="001B0A1D">
              <w:rPr>
                <w:rFonts w:ascii="Corbel" w:eastAsia="Cambria" w:hAnsi="Corbel" w:cs="Calibri"/>
              </w:rPr>
              <w:t xml:space="preserve"> i kontrola zarządcza nad samorządowymi jednostkami organizacyjnymi</w:t>
            </w:r>
            <w:r w:rsidR="009226DC">
              <w:rPr>
                <w:rFonts w:ascii="Corbel" w:eastAsia="Cambria" w:hAnsi="Corbel" w:cs="Calibri"/>
              </w:rPr>
              <w:t>.</w:t>
            </w:r>
          </w:p>
          <w:p w14:paraId="1A492AB7" w14:textId="77777777" w:rsidR="00AB1AA1" w:rsidRDefault="009226DC" w:rsidP="00A272BF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9226DC">
              <w:rPr>
                <w:rFonts w:ascii="Corbel" w:eastAsia="Cambria" w:hAnsi="Corbel" w:cs="Calibri"/>
              </w:rPr>
              <w:t>Pojęcie samorządowej jednostki organizacyjnej</w:t>
            </w:r>
            <w:r>
              <w:rPr>
                <w:rFonts w:ascii="Corbel" w:eastAsia="Cambria" w:hAnsi="Corbel" w:cs="Calibri"/>
              </w:rPr>
              <w:t>.</w:t>
            </w:r>
          </w:p>
          <w:p w14:paraId="44CF0A74" w14:textId="77777777" w:rsidR="00AB1AA1" w:rsidRDefault="004F2DED" w:rsidP="00A272BF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4F2DED">
              <w:rPr>
                <w:rFonts w:ascii="Corbel" w:eastAsia="Cambria" w:hAnsi="Corbel" w:cs="Calibri"/>
              </w:rPr>
              <w:t>Nadzór i kontrola nad samorządowym zakładem budżetowym i jednostką budżetow</w:t>
            </w:r>
            <w:r>
              <w:rPr>
                <w:rFonts w:ascii="Corbel" w:eastAsia="Cambria" w:hAnsi="Corbel" w:cs="Calibri"/>
              </w:rPr>
              <w:t xml:space="preserve">ym. </w:t>
            </w:r>
          </w:p>
          <w:p w14:paraId="46D27FD5" w14:textId="6A150E36" w:rsidR="009226DC" w:rsidRPr="007362F2" w:rsidRDefault="00A272BF" w:rsidP="00A272BF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A272BF">
              <w:rPr>
                <w:rFonts w:ascii="Corbel" w:eastAsia="Cambria" w:hAnsi="Corbel" w:cs="Calibri"/>
              </w:rPr>
              <w:t>Nadzór i kontrola nad samodzielnym zakładem opieki zdrowotnej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D6D6" w14:textId="4325D07F" w:rsidR="00E46C62" w:rsidRPr="007362F2" w:rsidRDefault="001A57BE">
            <w:pPr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5</w:t>
            </w:r>
          </w:p>
        </w:tc>
      </w:tr>
      <w:tr w:rsidR="007362F2" w:rsidRPr="007362F2" w14:paraId="3EB0E391" w14:textId="77777777" w:rsidTr="00AB1AA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1447" w14:textId="431F3B49" w:rsidR="00C33C9A" w:rsidRPr="007362F2" w:rsidRDefault="00C33C9A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7362F2">
              <w:rPr>
                <w:rFonts w:ascii="Corbel" w:eastAsia="Cambria" w:hAnsi="Corbel" w:cs="Calibri"/>
              </w:rPr>
              <w:t>3.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0C74" w14:textId="77777777" w:rsidR="00C33C9A" w:rsidRDefault="00E10546" w:rsidP="00E10546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E10546">
              <w:rPr>
                <w:rFonts w:ascii="Corbel" w:eastAsia="Cambria" w:hAnsi="Corbel" w:cs="Calibri"/>
              </w:rPr>
              <w:t>Nadzór nad kapitałowymi spółkami prawa handlowego</w:t>
            </w:r>
            <w:r>
              <w:rPr>
                <w:rFonts w:ascii="Corbel" w:eastAsia="Cambria" w:hAnsi="Corbel" w:cs="Calibri"/>
              </w:rPr>
              <w:t>.</w:t>
            </w:r>
          </w:p>
          <w:p w14:paraId="492E545D" w14:textId="77777777" w:rsidR="00AB1AA1" w:rsidRDefault="00D56AD0" w:rsidP="00D56AD0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D56AD0">
              <w:rPr>
                <w:rFonts w:ascii="Corbel" w:eastAsia="Cambria" w:hAnsi="Corbel" w:cs="Calibri"/>
              </w:rPr>
              <w:t>Nadzór organów stanowiących jednostki samorządu terytorialnego</w:t>
            </w:r>
            <w:r>
              <w:rPr>
                <w:rFonts w:ascii="Corbel" w:eastAsia="Cambria" w:hAnsi="Corbel" w:cs="Calibri"/>
              </w:rPr>
              <w:t xml:space="preserve">. </w:t>
            </w:r>
          </w:p>
          <w:p w14:paraId="439B1EFA" w14:textId="77777777" w:rsidR="00AB1AA1" w:rsidRDefault="005F5197" w:rsidP="00D56AD0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5F5197">
              <w:rPr>
                <w:rFonts w:ascii="Corbel" w:eastAsia="Cambria" w:hAnsi="Corbel" w:cs="Calibri"/>
              </w:rPr>
              <w:t>Nadzór rady nadzorczej</w:t>
            </w:r>
            <w:r>
              <w:rPr>
                <w:rFonts w:ascii="Corbel" w:eastAsia="Cambria" w:hAnsi="Corbel" w:cs="Calibri"/>
              </w:rPr>
              <w:t xml:space="preserve">. </w:t>
            </w:r>
          </w:p>
          <w:p w14:paraId="2051998C" w14:textId="11675100" w:rsidR="00E10546" w:rsidRPr="007362F2" w:rsidRDefault="00F561CE" w:rsidP="00D56AD0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F561CE">
              <w:rPr>
                <w:rFonts w:ascii="Corbel" w:eastAsia="Cambria" w:hAnsi="Corbel" w:cs="Calibri"/>
              </w:rPr>
              <w:t>Indywidualna kontrola wspólnika</w:t>
            </w:r>
            <w:r>
              <w:rPr>
                <w:rFonts w:ascii="Corbel" w:eastAsia="Cambria" w:hAnsi="Corbel" w:cs="Calibri"/>
              </w:rPr>
              <w:t xml:space="preserve">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5AB6" w14:textId="1CBC7E1E" w:rsidR="00C33C9A" w:rsidRPr="007362F2" w:rsidRDefault="001A57BE">
            <w:pPr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5</w:t>
            </w:r>
          </w:p>
        </w:tc>
      </w:tr>
      <w:tr w:rsidR="007362F2" w:rsidRPr="007362F2" w14:paraId="01642E97" w14:textId="77777777" w:rsidTr="00AB1AA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92620" w14:textId="1D194A94" w:rsidR="0062227C" w:rsidRPr="007362F2" w:rsidRDefault="00C33C9A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7362F2">
              <w:rPr>
                <w:rFonts w:ascii="Corbel" w:eastAsia="Cambria" w:hAnsi="Corbel" w:cs="Calibri"/>
              </w:rPr>
              <w:lastRenderedPageBreak/>
              <w:t>4</w:t>
            </w:r>
            <w:r w:rsidR="0062227C" w:rsidRPr="007362F2">
              <w:rPr>
                <w:rFonts w:ascii="Corbel" w:eastAsia="Cambria" w:hAnsi="Corbel" w:cs="Calibri"/>
              </w:rPr>
              <w:t>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4225" w14:textId="1BE21024" w:rsidR="00F00D4E" w:rsidRDefault="008D2ACD" w:rsidP="00F00D4E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Nadzór i kontrola sprawowane przez podmiot</w:t>
            </w:r>
            <w:r w:rsidR="00F00D4E">
              <w:rPr>
                <w:rFonts w:ascii="Corbel" w:hAnsi="Corbel"/>
              </w:rPr>
              <w:t>y zewnętrzne nad samorządowymi jednostkami organizacyjnymi.</w:t>
            </w:r>
          </w:p>
          <w:p w14:paraId="7120D8D9" w14:textId="77777777" w:rsidR="00AB1AA1" w:rsidRDefault="00C876B0" w:rsidP="002821FC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C876B0">
              <w:rPr>
                <w:rFonts w:ascii="Corbel" w:hAnsi="Corbel"/>
              </w:rPr>
              <w:t>Kompetencje regionalnej izby obrachunkowej</w:t>
            </w:r>
            <w:r>
              <w:rPr>
                <w:rFonts w:ascii="Corbel" w:hAnsi="Corbel"/>
              </w:rPr>
              <w:t xml:space="preserve">. </w:t>
            </w:r>
          </w:p>
          <w:p w14:paraId="73BA14EB" w14:textId="77777777" w:rsidR="00AB1AA1" w:rsidRDefault="00FD6307" w:rsidP="002821FC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FD6307">
              <w:rPr>
                <w:rFonts w:ascii="Corbel" w:hAnsi="Corbel"/>
              </w:rPr>
              <w:t>Kompetencje Najwyższej Izby Kontroli</w:t>
            </w:r>
            <w:r>
              <w:rPr>
                <w:rFonts w:ascii="Corbel" w:hAnsi="Corbel"/>
              </w:rPr>
              <w:t xml:space="preserve">. </w:t>
            </w:r>
          </w:p>
          <w:p w14:paraId="4A1F5138" w14:textId="77777777" w:rsidR="00AB1AA1" w:rsidRDefault="00883CF4" w:rsidP="002821FC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883CF4">
              <w:rPr>
                <w:rFonts w:ascii="Corbel" w:hAnsi="Corbel"/>
              </w:rPr>
              <w:t>Nadzór sprawowany przez wojewodę</w:t>
            </w:r>
            <w:r>
              <w:rPr>
                <w:rFonts w:ascii="Corbel" w:hAnsi="Corbel"/>
              </w:rPr>
              <w:t xml:space="preserve">. </w:t>
            </w:r>
          </w:p>
          <w:p w14:paraId="66C86C6B" w14:textId="16991E87" w:rsidR="0062227C" w:rsidRPr="007362F2" w:rsidRDefault="002821FC" w:rsidP="00AB1AA1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2821FC">
              <w:rPr>
                <w:rFonts w:ascii="Corbel" w:hAnsi="Corbel"/>
              </w:rPr>
              <w:t xml:space="preserve">Uprawnienia kontrolne sądów </w:t>
            </w:r>
            <w:r w:rsidR="00AB1AA1">
              <w:rPr>
                <w:rFonts w:ascii="Corbel" w:hAnsi="Corbel"/>
              </w:rPr>
              <w:t>a</w:t>
            </w:r>
            <w:r w:rsidRPr="002821FC">
              <w:rPr>
                <w:rFonts w:ascii="Corbel" w:hAnsi="Corbel"/>
              </w:rPr>
              <w:t>dministracyjnych</w:t>
            </w:r>
            <w:r w:rsidR="0006767A">
              <w:rPr>
                <w:rFonts w:ascii="Corbel" w:hAnsi="Corbel"/>
              </w:rPr>
              <w:t xml:space="preserve">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43A0F" w14:textId="063F008C" w:rsidR="0062227C" w:rsidRPr="007362F2" w:rsidRDefault="001A57BE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3</w:t>
            </w:r>
          </w:p>
        </w:tc>
      </w:tr>
      <w:tr w:rsidR="00C33C9A" w:rsidRPr="007362F2" w14:paraId="580F8678" w14:textId="77777777" w:rsidTr="00AB1AA1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6BF7" w14:textId="7D85F176" w:rsidR="00C33C9A" w:rsidRPr="007362F2" w:rsidRDefault="00C33C9A" w:rsidP="00C33C9A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  <w:b/>
              </w:rPr>
            </w:pPr>
            <w:r w:rsidRPr="007362F2">
              <w:rPr>
                <w:rFonts w:ascii="Corbel" w:eastAsia="Cambria" w:hAnsi="Corbel" w:cs="Calibri"/>
                <w:b/>
              </w:rPr>
              <w:t>Suma: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B814" w14:textId="432F5152" w:rsidR="00C33C9A" w:rsidRPr="007362F2" w:rsidRDefault="00C33C9A" w:rsidP="00C33C9A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  <w:b/>
              </w:rPr>
            </w:pPr>
            <w:r w:rsidRPr="007362F2">
              <w:rPr>
                <w:rFonts w:ascii="Corbel" w:eastAsia="Cambria" w:hAnsi="Corbel" w:cs="Calibri"/>
                <w:b/>
              </w:rPr>
              <w:t>15</w:t>
            </w:r>
          </w:p>
        </w:tc>
      </w:tr>
    </w:tbl>
    <w:p w14:paraId="256CD433" w14:textId="77777777" w:rsidR="0085747A" w:rsidRPr="007362F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157208" w14:textId="77777777" w:rsidR="0085747A" w:rsidRPr="007362F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62F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62F2">
        <w:rPr>
          <w:rFonts w:ascii="Corbel" w:hAnsi="Corbel"/>
          <w:sz w:val="24"/>
          <w:szCs w:val="24"/>
        </w:rPr>
        <w:t xml:space="preserve">, </w:t>
      </w:r>
      <w:r w:rsidRPr="007362F2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8092"/>
        <w:gridCol w:w="827"/>
      </w:tblGrid>
      <w:tr w:rsidR="007362F2" w:rsidRPr="007362F2" w14:paraId="05AA5F6A" w14:textId="77777777" w:rsidTr="0041653B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97D58" w14:textId="77777777" w:rsidR="003006BA" w:rsidRPr="007362F2" w:rsidRDefault="003006BA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556F" w14:textId="77777777" w:rsidR="003006BA" w:rsidRPr="007362F2" w:rsidRDefault="003006BA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7392" w14:textId="77777777" w:rsidR="003006BA" w:rsidRPr="007362F2" w:rsidRDefault="003006BA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Godz.</w:t>
            </w:r>
          </w:p>
        </w:tc>
      </w:tr>
      <w:tr w:rsidR="00EB4555" w:rsidRPr="007362F2" w14:paraId="4DD801F2" w14:textId="77777777" w:rsidTr="0041653B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C8B9" w14:textId="2A6E10EE" w:rsidR="00EB4555" w:rsidRPr="00B72928" w:rsidRDefault="00B72928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72928">
              <w:rPr>
                <w:rFonts w:ascii="Corbel" w:hAnsi="Corbel"/>
                <w:sz w:val="24"/>
                <w:szCs w:val="24"/>
              </w:rPr>
              <w:t>1.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3D71" w14:textId="6D5597FA" w:rsidR="00EB4555" w:rsidRPr="00B72928" w:rsidRDefault="00B72928" w:rsidP="00B729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928">
              <w:rPr>
                <w:rFonts w:ascii="Corbel" w:hAnsi="Corbel"/>
                <w:sz w:val="24"/>
                <w:szCs w:val="24"/>
              </w:rPr>
              <w:t>Pojęcie i cechy kontroli i nadzoru, pojęcie gospodarki komunalnej. Formy prowadzenia gospodarki komunalnej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08E5" w14:textId="5B8C4623" w:rsidR="00EB4555" w:rsidRPr="007362F2" w:rsidRDefault="00B72928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  <w:tr w:rsidR="00EB4555" w:rsidRPr="007362F2" w14:paraId="2C706B98" w14:textId="77777777" w:rsidTr="0041653B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B04A" w14:textId="076700CC" w:rsidR="00EB4555" w:rsidRPr="007362F2" w:rsidRDefault="00B72928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9623" w14:textId="77777777" w:rsidR="00B72928" w:rsidRDefault="00B72928" w:rsidP="00B72928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DE235D">
              <w:rPr>
                <w:rFonts w:ascii="Corbel" w:eastAsia="Cambria" w:hAnsi="Corbel" w:cs="Calibri"/>
              </w:rPr>
              <w:t>N</w:t>
            </w:r>
            <w:r>
              <w:rPr>
                <w:rFonts w:ascii="Corbel" w:eastAsia="Cambria" w:hAnsi="Corbel" w:cs="Calibri"/>
              </w:rPr>
              <w:t>adzór</w:t>
            </w:r>
            <w:r w:rsidRPr="00DE235D">
              <w:rPr>
                <w:rFonts w:ascii="Corbel" w:eastAsia="Cambria" w:hAnsi="Corbel" w:cs="Calibri"/>
              </w:rPr>
              <w:t xml:space="preserve">, </w:t>
            </w:r>
            <w:r>
              <w:rPr>
                <w:rFonts w:ascii="Corbel" w:eastAsia="Cambria" w:hAnsi="Corbel" w:cs="Calibri"/>
              </w:rPr>
              <w:t>kontrola wewnętrzna i kontrola zarządcza nad samorządowymi jednostkami organizacyjnymi.</w:t>
            </w:r>
          </w:p>
          <w:p w14:paraId="24CA8D91" w14:textId="77777777" w:rsidR="00B72928" w:rsidRDefault="00B72928" w:rsidP="00B72928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9226DC">
              <w:rPr>
                <w:rFonts w:ascii="Corbel" w:eastAsia="Cambria" w:hAnsi="Corbel" w:cs="Calibri"/>
              </w:rPr>
              <w:t>Pojęcie samorządowej jednostki organizacyjnej</w:t>
            </w:r>
            <w:r>
              <w:rPr>
                <w:rFonts w:ascii="Corbel" w:eastAsia="Cambria" w:hAnsi="Corbel" w:cs="Calibri"/>
              </w:rPr>
              <w:t>.</w:t>
            </w:r>
          </w:p>
          <w:p w14:paraId="09A5A6C8" w14:textId="77777777" w:rsidR="00B72928" w:rsidRDefault="00B72928" w:rsidP="00B72928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4F2DED">
              <w:rPr>
                <w:rFonts w:ascii="Corbel" w:eastAsia="Cambria" w:hAnsi="Corbel" w:cs="Calibri"/>
              </w:rPr>
              <w:t>Nadzór i kontrola nad samorządowym zakładem budżetowym i jednostką budżetow</w:t>
            </w:r>
            <w:r>
              <w:rPr>
                <w:rFonts w:ascii="Corbel" w:eastAsia="Cambria" w:hAnsi="Corbel" w:cs="Calibri"/>
              </w:rPr>
              <w:t xml:space="preserve">ym. </w:t>
            </w:r>
          </w:p>
          <w:p w14:paraId="411FD82E" w14:textId="32FBF57D" w:rsidR="00EB4555" w:rsidRPr="007362F2" w:rsidRDefault="00B72928" w:rsidP="00B729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272BF">
              <w:rPr>
                <w:rFonts w:ascii="Corbel" w:eastAsia="Cambria" w:hAnsi="Corbel" w:cs="Calibri"/>
              </w:rPr>
              <w:t>Nadzór i kontrola nad samodzielnym zakładem opieki zdrowotnej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399E" w14:textId="50AFE956" w:rsidR="00EB4555" w:rsidRPr="007362F2" w:rsidRDefault="001D0847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  <w:tr w:rsidR="00EB4555" w:rsidRPr="007362F2" w14:paraId="2F0FE901" w14:textId="77777777" w:rsidTr="0041653B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1526" w14:textId="0D4089EC" w:rsidR="00EB4555" w:rsidRPr="007362F2" w:rsidRDefault="00B72928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412E" w14:textId="77777777" w:rsidR="00B72928" w:rsidRDefault="00B72928" w:rsidP="00B72928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E10546">
              <w:rPr>
                <w:rFonts w:ascii="Corbel" w:eastAsia="Cambria" w:hAnsi="Corbel" w:cs="Calibri"/>
              </w:rPr>
              <w:t>Nadzór nad kapitałowymi spółkami prawa handlowego</w:t>
            </w:r>
            <w:r>
              <w:rPr>
                <w:rFonts w:ascii="Corbel" w:eastAsia="Cambria" w:hAnsi="Corbel" w:cs="Calibri"/>
              </w:rPr>
              <w:t>.</w:t>
            </w:r>
          </w:p>
          <w:p w14:paraId="32CA5D9D" w14:textId="77777777" w:rsidR="00B72928" w:rsidRDefault="00B72928" w:rsidP="00B72928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D56AD0">
              <w:rPr>
                <w:rFonts w:ascii="Corbel" w:eastAsia="Cambria" w:hAnsi="Corbel" w:cs="Calibri"/>
              </w:rPr>
              <w:t>Nadzór organów stanowiących jednostki samorządu terytorialnego</w:t>
            </w:r>
            <w:r>
              <w:rPr>
                <w:rFonts w:ascii="Corbel" w:eastAsia="Cambria" w:hAnsi="Corbel" w:cs="Calibri"/>
              </w:rPr>
              <w:t xml:space="preserve">. </w:t>
            </w:r>
          </w:p>
          <w:p w14:paraId="18760E61" w14:textId="77777777" w:rsidR="00B72928" w:rsidRDefault="00B72928" w:rsidP="00B72928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5F5197">
              <w:rPr>
                <w:rFonts w:ascii="Corbel" w:eastAsia="Cambria" w:hAnsi="Corbel" w:cs="Calibri"/>
              </w:rPr>
              <w:t>Nadzór rady nadzorczej</w:t>
            </w:r>
            <w:r>
              <w:rPr>
                <w:rFonts w:ascii="Corbel" w:eastAsia="Cambria" w:hAnsi="Corbel" w:cs="Calibri"/>
              </w:rPr>
              <w:t xml:space="preserve">. </w:t>
            </w:r>
          </w:p>
          <w:p w14:paraId="1E5749B8" w14:textId="04125783" w:rsidR="00EB4555" w:rsidRPr="007362F2" w:rsidRDefault="00B72928" w:rsidP="00B729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561CE">
              <w:rPr>
                <w:rFonts w:ascii="Corbel" w:eastAsia="Cambria" w:hAnsi="Corbel" w:cs="Calibri"/>
              </w:rPr>
              <w:t>Indywidualna kontrola wspólnika</w:t>
            </w:r>
            <w:r>
              <w:rPr>
                <w:rFonts w:ascii="Corbel" w:eastAsia="Cambria" w:hAnsi="Corbel" w:cs="Calibri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D570" w14:textId="079759C5" w:rsidR="00EB4555" w:rsidRPr="007362F2" w:rsidRDefault="001D0847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  <w:tr w:rsidR="001D0847" w:rsidRPr="007362F2" w14:paraId="168DB504" w14:textId="77777777" w:rsidTr="0041653B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AABA" w14:textId="3504F3A5" w:rsidR="001D0847" w:rsidRDefault="001D0847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C4DE" w14:textId="77777777" w:rsidR="001D0847" w:rsidRDefault="001D0847" w:rsidP="001D0847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Nadzór i kontrola sprawowane przez podmioty zewnętrzne nad samorządowymi jednostkami organizacyjnymi.</w:t>
            </w:r>
          </w:p>
          <w:p w14:paraId="101756E9" w14:textId="77777777" w:rsidR="001D0847" w:rsidRDefault="001D0847" w:rsidP="001D0847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C876B0">
              <w:rPr>
                <w:rFonts w:ascii="Corbel" w:hAnsi="Corbel"/>
              </w:rPr>
              <w:t>Kompetencje regionalnej izby obrachunkowej</w:t>
            </w:r>
            <w:r>
              <w:rPr>
                <w:rFonts w:ascii="Corbel" w:hAnsi="Corbel"/>
              </w:rPr>
              <w:t xml:space="preserve">. </w:t>
            </w:r>
          </w:p>
          <w:p w14:paraId="6A6DEF73" w14:textId="77777777" w:rsidR="001D0847" w:rsidRDefault="001D0847" w:rsidP="001D0847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FD6307">
              <w:rPr>
                <w:rFonts w:ascii="Corbel" w:hAnsi="Corbel"/>
              </w:rPr>
              <w:t>Kompetencje Najwyższej Izby Kontroli</w:t>
            </w:r>
            <w:r>
              <w:rPr>
                <w:rFonts w:ascii="Corbel" w:hAnsi="Corbel"/>
              </w:rPr>
              <w:t xml:space="preserve">. </w:t>
            </w:r>
          </w:p>
          <w:p w14:paraId="16880192" w14:textId="77777777" w:rsidR="001D0847" w:rsidRDefault="001D0847" w:rsidP="001D0847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883CF4">
              <w:rPr>
                <w:rFonts w:ascii="Corbel" w:hAnsi="Corbel"/>
              </w:rPr>
              <w:t>Nadzór sprawowany przez wojewodę</w:t>
            </w:r>
            <w:r>
              <w:rPr>
                <w:rFonts w:ascii="Corbel" w:hAnsi="Corbel"/>
              </w:rPr>
              <w:t xml:space="preserve">. </w:t>
            </w:r>
          </w:p>
          <w:p w14:paraId="273B7365" w14:textId="7AB0FC00" w:rsidR="001D0847" w:rsidRPr="00E10546" w:rsidRDefault="001D0847" w:rsidP="001D0847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2821FC">
              <w:rPr>
                <w:rFonts w:ascii="Corbel" w:hAnsi="Corbel"/>
              </w:rPr>
              <w:t xml:space="preserve">Uprawnienia kontrolne sądów </w:t>
            </w:r>
            <w:r>
              <w:rPr>
                <w:rFonts w:ascii="Corbel" w:hAnsi="Corbel"/>
              </w:rPr>
              <w:t>a</w:t>
            </w:r>
            <w:r w:rsidRPr="002821FC">
              <w:rPr>
                <w:rFonts w:ascii="Corbel" w:hAnsi="Corbel"/>
              </w:rPr>
              <w:t>dministracyjnych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AAA8" w14:textId="545B7FA8" w:rsidR="001D0847" w:rsidRPr="007362F2" w:rsidRDefault="001D0847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  <w:tr w:rsidR="0022052F" w:rsidRPr="007362F2" w14:paraId="3DF1ED5E" w14:textId="77777777" w:rsidTr="00FB2B13">
        <w:trPr>
          <w:trHeight w:val="362"/>
        </w:trPr>
        <w:tc>
          <w:tcPr>
            <w:tcW w:w="8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2FB3" w14:textId="1B7CEF8D" w:rsidR="0022052F" w:rsidRPr="007362F2" w:rsidRDefault="0022052F" w:rsidP="00C33C9A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  <w:b/>
              </w:rPr>
            </w:pPr>
            <w:r w:rsidRPr="007362F2">
              <w:rPr>
                <w:rFonts w:ascii="Corbel" w:eastAsia="Cambria" w:hAnsi="Corbel" w:cs="Calibri"/>
                <w:b/>
              </w:rPr>
              <w:t>Suma: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B441" w14:textId="25FAC781" w:rsidR="0022052F" w:rsidRPr="007362F2" w:rsidRDefault="001D0847" w:rsidP="00C33C9A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  <w:b/>
              </w:rPr>
            </w:pPr>
            <w:r>
              <w:rPr>
                <w:rFonts w:ascii="Corbel" w:eastAsia="Cambria" w:hAnsi="Corbel" w:cs="Calibri"/>
                <w:b/>
              </w:rPr>
              <w:t>15</w:t>
            </w:r>
          </w:p>
        </w:tc>
      </w:tr>
    </w:tbl>
    <w:p w14:paraId="39176353" w14:textId="77777777" w:rsidR="003A20FB" w:rsidRPr="007362F2" w:rsidRDefault="003A20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001FC7" w14:textId="77777777" w:rsidR="0085747A" w:rsidRPr="007362F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>3.4 Metody dydaktyczne</w:t>
      </w:r>
      <w:r w:rsidRPr="007362F2">
        <w:rPr>
          <w:rFonts w:ascii="Corbel" w:hAnsi="Corbel"/>
          <w:b w:val="0"/>
          <w:smallCaps w:val="0"/>
          <w:szCs w:val="24"/>
        </w:rPr>
        <w:t xml:space="preserve"> </w:t>
      </w:r>
    </w:p>
    <w:p w14:paraId="1FCFC241" w14:textId="77777777" w:rsidR="0085747A" w:rsidRPr="007362F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562857" w14:textId="05A91C9C" w:rsidR="003A20FB" w:rsidRDefault="003A20FB" w:rsidP="003A20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362F2">
        <w:rPr>
          <w:rFonts w:ascii="Corbel" w:hAnsi="Corbel"/>
          <w:b w:val="0"/>
          <w:smallCaps w:val="0"/>
          <w:szCs w:val="24"/>
        </w:rPr>
        <w:t>Wykład: wykład z prezentacją multimedialną,</w:t>
      </w:r>
      <w:r w:rsidRPr="007362F2">
        <w:rPr>
          <w:rFonts w:ascii="Calibri" w:hAnsi="Calibri"/>
          <w:b w:val="0"/>
          <w:smallCaps w:val="0"/>
          <w:sz w:val="22"/>
        </w:rPr>
        <w:t xml:space="preserve"> </w:t>
      </w:r>
      <w:r w:rsidRPr="007362F2">
        <w:rPr>
          <w:rFonts w:ascii="Corbel" w:hAnsi="Corbel"/>
          <w:b w:val="0"/>
          <w:smallCaps w:val="0"/>
          <w:szCs w:val="24"/>
        </w:rPr>
        <w:t>metody kształcenia na odległość</w:t>
      </w:r>
      <w:r w:rsidR="00D757A4" w:rsidRPr="007362F2">
        <w:rPr>
          <w:rFonts w:ascii="Corbel" w:hAnsi="Corbel"/>
          <w:b w:val="0"/>
          <w:smallCaps w:val="0"/>
          <w:szCs w:val="24"/>
        </w:rPr>
        <w:t>,</w:t>
      </w:r>
    </w:p>
    <w:p w14:paraId="39B55D1D" w14:textId="77777777" w:rsidR="0041653B" w:rsidRPr="005F58EA" w:rsidRDefault="0041653B" w:rsidP="004165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EA">
        <w:rPr>
          <w:rFonts w:ascii="Corbel" w:hAnsi="Corbel"/>
          <w:b w:val="0"/>
          <w:smallCaps w:val="0"/>
          <w:szCs w:val="24"/>
        </w:rPr>
        <w:t>Ćwiczenia: ćwiczenia z prezentacją multimedialną, analiza i interpretacja tekstów źródłowych, praca w grupach (rozwiązywanie zadań, dyskusja), analiza przypadków, prezentacje studentów, omawianie problematyki referatów, metody kształcenia na odległość</w:t>
      </w:r>
    </w:p>
    <w:p w14:paraId="24F0EBC4" w14:textId="77777777" w:rsidR="00A17DFF" w:rsidRPr="007362F2" w:rsidRDefault="00A17DFF" w:rsidP="003A20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C49AB90" w14:textId="77777777" w:rsidR="0085747A" w:rsidRPr="007362F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 xml:space="preserve">4. </w:t>
      </w:r>
      <w:r w:rsidR="0085747A" w:rsidRPr="007362F2">
        <w:rPr>
          <w:rFonts w:ascii="Corbel" w:hAnsi="Corbel"/>
          <w:smallCaps w:val="0"/>
          <w:szCs w:val="24"/>
        </w:rPr>
        <w:t>METODY I KRYTERIA OCENY</w:t>
      </w:r>
      <w:r w:rsidR="009F4610" w:rsidRPr="007362F2">
        <w:rPr>
          <w:rFonts w:ascii="Corbel" w:hAnsi="Corbel"/>
          <w:smallCaps w:val="0"/>
          <w:szCs w:val="24"/>
        </w:rPr>
        <w:t xml:space="preserve"> </w:t>
      </w:r>
    </w:p>
    <w:p w14:paraId="21476CEF" w14:textId="77777777" w:rsidR="00923D7D" w:rsidRPr="007362F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2ADA73" w14:textId="77777777" w:rsidR="0085747A" w:rsidRPr="007362F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62F2">
        <w:rPr>
          <w:rFonts w:ascii="Corbel" w:hAnsi="Corbel"/>
          <w:smallCaps w:val="0"/>
          <w:szCs w:val="24"/>
        </w:rPr>
        <w:t>uczenia się</w:t>
      </w:r>
    </w:p>
    <w:p w14:paraId="230B4E83" w14:textId="77777777" w:rsidR="0085747A" w:rsidRPr="007362F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362F2" w:rsidRPr="007362F2" w14:paraId="1AAB54C2" w14:textId="77777777" w:rsidTr="050FD1E3">
        <w:tc>
          <w:tcPr>
            <w:tcW w:w="1962" w:type="dxa"/>
            <w:vAlign w:val="center"/>
          </w:tcPr>
          <w:p w14:paraId="03CFBE2D" w14:textId="77777777" w:rsidR="0085747A" w:rsidRPr="007362F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3BF7BDE" w14:textId="77777777" w:rsidR="0085747A" w:rsidRPr="007362F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3FFE456" w14:textId="77777777" w:rsidR="0085747A" w:rsidRPr="007362F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7362F2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AE7BEA3" w14:textId="77777777" w:rsidR="00923D7D" w:rsidRPr="007362F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8955BE" w14:textId="77777777" w:rsidR="0085747A" w:rsidRPr="007362F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362F2" w:rsidRPr="007362F2" w14:paraId="095615D0" w14:textId="77777777" w:rsidTr="0041653B">
        <w:trPr>
          <w:trHeight w:val="340"/>
        </w:trPr>
        <w:tc>
          <w:tcPr>
            <w:tcW w:w="1962" w:type="dxa"/>
          </w:tcPr>
          <w:p w14:paraId="321A85CA" w14:textId="204D7B96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EK_01</w:t>
            </w:r>
          </w:p>
        </w:tc>
        <w:tc>
          <w:tcPr>
            <w:tcW w:w="5441" w:type="dxa"/>
          </w:tcPr>
          <w:p w14:paraId="4AC77BF2" w14:textId="4AE387D1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  <w:r w:rsidR="00806F4D">
              <w:rPr>
                <w:rFonts w:ascii="Corbel" w:hAnsi="Corbel"/>
                <w:b w:val="0"/>
                <w:bCs/>
                <w:sz w:val="23"/>
                <w:szCs w:val="23"/>
              </w:rPr>
              <w:t>kolokwium</w:t>
            </w:r>
          </w:p>
        </w:tc>
        <w:tc>
          <w:tcPr>
            <w:tcW w:w="2117" w:type="dxa"/>
          </w:tcPr>
          <w:p w14:paraId="61EAD765" w14:textId="791307F9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="000E03C4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7362F2" w:rsidRPr="007362F2" w14:paraId="66F9AB9A" w14:textId="77777777" w:rsidTr="0041653B">
        <w:trPr>
          <w:trHeight w:val="340"/>
        </w:trPr>
        <w:tc>
          <w:tcPr>
            <w:tcW w:w="1962" w:type="dxa"/>
          </w:tcPr>
          <w:p w14:paraId="1EEFDBE0" w14:textId="24E1F57B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EK_02</w:t>
            </w:r>
          </w:p>
        </w:tc>
        <w:tc>
          <w:tcPr>
            <w:tcW w:w="5441" w:type="dxa"/>
          </w:tcPr>
          <w:p w14:paraId="132490FA" w14:textId="0D26136D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  <w:r w:rsidR="00806F4D">
              <w:rPr>
                <w:rFonts w:ascii="Corbel" w:hAnsi="Corbel"/>
                <w:b w:val="0"/>
                <w:bCs/>
                <w:sz w:val="23"/>
                <w:szCs w:val="23"/>
              </w:rPr>
              <w:t>kolokwium</w:t>
            </w:r>
          </w:p>
        </w:tc>
        <w:tc>
          <w:tcPr>
            <w:tcW w:w="2117" w:type="dxa"/>
          </w:tcPr>
          <w:p w14:paraId="7CDA8A54" w14:textId="351262E6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="000E03C4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7362F2" w:rsidRPr="007362F2" w14:paraId="3D6A1986" w14:textId="77777777" w:rsidTr="0041653B">
        <w:trPr>
          <w:trHeight w:val="340"/>
        </w:trPr>
        <w:tc>
          <w:tcPr>
            <w:tcW w:w="1962" w:type="dxa"/>
          </w:tcPr>
          <w:p w14:paraId="73353E36" w14:textId="305883CD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EK_03</w:t>
            </w:r>
          </w:p>
        </w:tc>
        <w:tc>
          <w:tcPr>
            <w:tcW w:w="5441" w:type="dxa"/>
          </w:tcPr>
          <w:p w14:paraId="14B43730" w14:textId="3198EAB7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  <w:r w:rsidR="00806F4D">
              <w:rPr>
                <w:rFonts w:ascii="Corbel" w:hAnsi="Corbel"/>
                <w:b w:val="0"/>
                <w:bCs/>
                <w:sz w:val="23"/>
                <w:szCs w:val="23"/>
              </w:rPr>
              <w:t>kolokwium</w:t>
            </w:r>
          </w:p>
        </w:tc>
        <w:tc>
          <w:tcPr>
            <w:tcW w:w="2117" w:type="dxa"/>
          </w:tcPr>
          <w:p w14:paraId="60B5E6F4" w14:textId="462439B3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="000E03C4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7362F2" w:rsidRPr="007362F2" w14:paraId="3722AEA0" w14:textId="77777777" w:rsidTr="0041653B">
        <w:trPr>
          <w:trHeight w:val="340"/>
        </w:trPr>
        <w:tc>
          <w:tcPr>
            <w:tcW w:w="1962" w:type="dxa"/>
          </w:tcPr>
          <w:p w14:paraId="0728ADE0" w14:textId="6BD8F5FC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EK_04</w:t>
            </w:r>
          </w:p>
        </w:tc>
        <w:tc>
          <w:tcPr>
            <w:tcW w:w="5441" w:type="dxa"/>
          </w:tcPr>
          <w:p w14:paraId="67B6405F" w14:textId="30D832CE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  <w:r w:rsidR="00806F4D">
              <w:rPr>
                <w:rFonts w:ascii="Corbel" w:hAnsi="Corbel"/>
                <w:b w:val="0"/>
                <w:bCs/>
                <w:sz w:val="23"/>
                <w:szCs w:val="23"/>
              </w:rPr>
              <w:t>kolokwium</w:t>
            </w:r>
          </w:p>
        </w:tc>
        <w:tc>
          <w:tcPr>
            <w:tcW w:w="2117" w:type="dxa"/>
          </w:tcPr>
          <w:p w14:paraId="55D06795" w14:textId="3FD54390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="000E03C4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7362F2" w:rsidRPr="007362F2" w14:paraId="02FB63B6" w14:textId="77777777" w:rsidTr="0041653B">
        <w:trPr>
          <w:trHeight w:val="340"/>
        </w:trPr>
        <w:tc>
          <w:tcPr>
            <w:tcW w:w="1962" w:type="dxa"/>
          </w:tcPr>
          <w:p w14:paraId="21C00251" w14:textId="6D8BBBCF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EK_05</w:t>
            </w:r>
          </w:p>
        </w:tc>
        <w:tc>
          <w:tcPr>
            <w:tcW w:w="5441" w:type="dxa"/>
          </w:tcPr>
          <w:p w14:paraId="35C2651A" w14:textId="26B78F1F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  <w:r w:rsidR="00F34463">
              <w:rPr>
                <w:rFonts w:ascii="Corbel" w:hAnsi="Corbel"/>
                <w:b w:val="0"/>
                <w:bCs/>
                <w:sz w:val="23"/>
                <w:szCs w:val="23"/>
              </w:rPr>
              <w:t>kolokwium</w:t>
            </w:r>
          </w:p>
        </w:tc>
        <w:tc>
          <w:tcPr>
            <w:tcW w:w="2117" w:type="dxa"/>
          </w:tcPr>
          <w:p w14:paraId="7DAD78AC" w14:textId="65819A22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="000E03C4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7362F2" w:rsidRPr="007362F2" w14:paraId="496E93C1" w14:textId="77777777" w:rsidTr="0041653B">
        <w:trPr>
          <w:trHeight w:val="340"/>
        </w:trPr>
        <w:tc>
          <w:tcPr>
            <w:tcW w:w="1962" w:type="dxa"/>
          </w:tcPr>
          <w:p w14:paraId="4F2A0F33" w14:textId="2B10784F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EK_06</w:t>
            </w:r>
          </w:p>
        </w:tc>
        <w:tc>
          <w:tcPr>
            <w:tcW w:w="5441" w:type="dxa"/>
          </w:tcPr>
          <w:p w14:paraId="44615ED3" w14:textId="11D2707F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  <w:r w:rsidR="00F34463">
              <w:rPr>
                <w:rFonts w:ascii="Corbel" w:hAnsi="Corbel"/>
                <w:b w:val="0"/>
                <w:bCs/>
                <w:sz w:val="23"/>
                <w:szCs w:val="23"/>
              </w:rPr>
              <w:t>kolokwium</w:t>
            </w:r>
          </w:p>
        </w:tc>
        <w:tc>
          <w:tcPr>
            <w:tcW w:w="2117" w:type="dxa"/>
          </w:tcPr>
          <w:p w14:paraId="667FA1C9" w14:textId="54D42409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="000E03C4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7362F2" w:rsidRPr="007362F2" w14:paraId="663AAD31" w14:textId="77777777" w:rsidTr="0041653B">
        <w:trPr>
          <w:trHeight w:val="340"/>
        </w:trPr>
        <w:tc>
          <w:tcPr>
            <w:tcW w:w="1962" w:type="dxa"/>
          </w:tcPr>
          <w:p w14:paraId="6E78B2AE" w14:textId="52A4D4E5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lastRenderedPageBreak/>
              <w:t>EK_07</w:t>
            </w:r>
          </w:p>
        </w:tc>
        <w:tc>
          <w:tcPr>
            <w:tcW w:w="5441" w:type="dxa"/>
          </w:tcPr>
          <w:p w14:paraId="7802C85B" w14:textId="5C157268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  <w:r w:rsidR="00F34463">
              <w:rPr>
                <w:rFonts w:ascii="Corbel" w:hAnsi="Corbel"/>
                <w:b w:val="0"/>
                <w:bCs/>
                <w:sz w:val="23"/>
                <w:szCs w:val="23"/>
              </w:rPr>
              <w:t>kolokwium</w:t>
            </w:r>
          </w:p>
        </w:tc>
        <w:tc>
          <w:tcPr>
            <w:tcW w:w="2117" w:type="dxa"/>
          </w:tcPr>
          <w:p w14:paraId="1DCD40C6" w14:textId="181AAD47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="000E03C4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7362F2" w:rsidRPr="007362F2" w14:paraId="53FC7470" w14:textId="77777777" w:rsidTr="0041653B">
        <w:trPr>
          <w:trHeight w:val="340"/>
        </w:trPr>
        <w:tc>
          <w:tcPr>
            <w:tcW w:w="1962" w:type="dxa"/>
          </w:tcPr>
          <w:p w14:paraId="4EB59590" w14:textId="37C7B8B3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EK_08</w:t>
            </w:r>
          </w:p>
        </w:tc>
        <w:tc>
          <w:tcPr>
            <w:tcW w:w="5441" w:type="dxa"/>
          </w:tcPr>
          <w:p w14:paraId="7DBC329C" w14:textId="164510D7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  <w:r w:rsidR="00F34463">
              <w:rPr>
                <w:rFonts w:ascii="Corbel" w:hAnsi="Corbel"/>
                <w:b w:val="0"/>
                <w:bCs/>
                <w:sz w:val="23"/>
                <w:szCs w:val="23"/>
              </w:rPr>
              <w:t>kolokwium</w:t>
            </w:r>
          </w:p>
        </w:tc>
        <w:tc>
          <w:tcPr>
            <w:tcW w:w="2117" w:type="dxa"/>
          </w:tcPr>
          <w:p w14:paraId="37EE81F5" w14:textId="1A68DCA4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="000E03C4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7362F2" w:rsidRPr="007362F2" w14:paraId="6613D1B8" w14:textId="77777777" w:rsidTr="0041653B">
        <w:trPr>
          <w:trHeight w:val="340"/>
        </w:trPr>
        <w:tc>
          <w:tcPr>
            <w:tcW w:w="1962" w:type="dxa"/>
          </w:tcPr>
          <w:p w14:paraId="27D71E00" w14:textId="57C8DE73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EK_09</w:t>
            </w:r>
          </w:p>
        </w:tc>
        <w:tc>
          <w:tcPr>
            <w:tcW w:w="5441" w:type="dxa"/>
          </w:tcPr>
          <w:p w14:paraId="79162FE0" w14:textId="5F2D9182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  <w:r w:rsidR="00F34463">
              <w:rPr>
                <w:rFonts w:ascii="Corbel" w:hAnsi="Corbel"/>
                <w:b w:val="0"/>
                <w:bCs/>
                <w:sz w:val="23"/>
                <w:szCs w:val="23"/>
              </w:rPr>
              <w:t>kolokwium</w:t>
            </w:r>
          </w:p>
        </w:tc>
        <w:tc>
          <w:tcPr>
            <w:tcW w:w="2117" w:type="dxa"/>
          </w:tcPr>
          <w:p w14:paraId="6337931E" w14:textId="32BEE564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="000E03C4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7362F2" w:rsidRPr="007362F2" w14:paraId="2D0A41C5" w14:textId="77777777" w:rsidTr="0041653B">
        <w:trPr>
          <w:trHeight w:val="340"/>
        </w:trPr>
        <w:tc>
          <w:tcPr>
            <w:tcW w:w="1962" w:type="dxa"/>
          </w:tcPr>
          <w:p w14:paraId="64CC8869" w14:textId="5AB41010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EK_10</w:t>
            </w:r>
          </w:p>
        </w:tc>
        <w:tc>
          <w:tcPr>
            <w:tcW w:w="5441" w:type="dxa"/>
          </w:tcPr>
          <w:p w14:paraId="4C2F76C6" w14:textId="4D0F163E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Obserwacja w trakcie zajęć, </w:t>
            </w:r>
            <w:r w:rsidR="00F34463">
              <w:rPr>
                <w:rFonts w:ascii="Corbel" w:hAnsi="Corbel"/>
                <w:b w:val="0"/>
                <w:bCs/>
                <w:sz w:val="23"/>
                <w:szCs w:val="23"/>
              </w:rPr>
              <w:t>kolokwium</w:t>
            </w:r>
          </w:p>
        </w:tc>
        <w:tc>
          <w:tcPr>
            <w:tcW w:w="2117" w:type="dxa"/>
          </w:tcPr>
          <w:p w14:paraId="53EC5874" w14:textId="71D963E5" w:rsidR="00FE71FC" w:rsidRPr="007362F2" w:rsidRDefault="000E03C4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7362F2" w:rsidRPr="007362F2" w14:paraId="1FBFAAFD" w14:textId="77777777" w:rsidTr="0041653B">
        <w:trPr>
          <w:trHeight w:val="340"/>
        </w:trPr>
        <w:tc>
          <w:tcPr>
            <w:tcW w:w="1962" w:type="dxa"/>
          </w:tcPr>
          <w:p w14:paraId="72912D0E" w14:textId="3C9DBE86" w:rsidR="050FD1E3" w:rsidRPr="0041653B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EK_11</w:t>
            </w:r>
          </w:p>
        </w:tc>
        <w:tc>
          <w:tcPr>
            <w:tcW w:w="5441" w:type="dxa"/>
          </w:tcPr>
          <w:p w14:paraId="5BAB7861" w14:textId="2D540200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14:paraId="5C360737" w14:textId="5C56347B" w:rsidR="00FE71FC" w:rsidRPr="007362F2" w:rsidRDefault="000E03C4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7362F2" w:rsidRPr="007362F2" w14:paraId="6DC79C59" w14:textId="77777777" w:rsidTr="0041653B">
        <w:trPr>
          <w:trHeight w:val="340"/>
        </w:trPr>
        <w:tc>
          <w:tcPr>
            <w:tcW w:w="1962" w:type="dxa"/>
          </w:tcPr>
          <w:p w14:paraId="7C3A5001" w14:textId="62792767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EK_12</w:t>
            </w:r>
          </w:p>
        </w:tc>
        <w:tc>
          <w:tcPr>
            <w:tcW w:w="5441" w:type="dxa"/>
          </w:tcPr>
          <w:p w14:paraId="50C45FAA" w14:textId="0ADD7A84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14:paraId="1896D720" w14:textId="5D1C4A13" w:rsidR="00FE71FC" w:rsidRPr="007362F2" w:rsidRDefault="000E03C4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7362F2" w:rsidRPr="007362F2" w14:paraId="76858CB5" w14:textId="77777777" w:rsidTr="0041653B">
        <w:trPr>
          <w:trHeight w:val="340"/>
        </w:trPr>
        <w:tc>
          <w:tcPr>
            <w:tcW w:w="1962" w:type="dxa"/>
          </w:tcPr>
          <w:p w14:paraId="5F8C5DEC" w14:textId="0AA2EA7C" w:rsidR="050FD1E3" w:rsidRPr="0041653B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EK_13</w:t>
            </w:r>
          </w:p>
        </w:tc>
        <w:tc>
          <w:tcPr>
            <w:tcW w:w="5441" w:type="dxa"/>
          </w:tcPr>
          <w:p w14:paraId="4576B96B" w14:textId="6DB1DC7D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14:paraId="76B41B3B" w14:textId="5F84DFBC" w:rsidR="00FE71FC" w:rsidRPr="007362F2" w:rsidRDefault="000E03C4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FE71FC" w:rsidRPr="007362F2" w14:paraId="09593E57" w14:textId="77777777" w:rsidTr="0041653B">
        <w:trPr>
          <w:trHeight w:val="340"/>
        </w:trPr>
        <w:tc>
          <w:tcPr>
            <w:tcW w:w="1962" w:type="dxa"/>
          </w:tcPr>
          <w:p w14:paraId="1D2510BC" w14:textId="6F5BBDE2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EK_14</w:t>
            </w:r>
          </w:p>
        </w:tc>
        <w:tc>
          <w:tcPr>
            <w:tcW w:w="5441" w:type="dxa"/>
          </w:tcPr>
          <w:p w14:paraId="453B7333" w14:textId="5B648CA3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14:paraId="14BF48D1" w14:textId="165CCB9B" w:rsidR="00FE71FC" w:rsidRPr="007362F2" w:rsidRDefault="000E03C4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50FD1E3" w14:paraId="5143AF2B" w14:textId="77777777" w:rsidTr="0041653B">
        <w:trPr>
          <w:trHeight w:val="340"/>
        </w:trPr>
        <w:tc>
          <w:tcPr>
            <w:tcW w:w="1962" w:type="dxa"/>
          </w:tcPr>
          <w:p w14:paraId="3753C408" w14:textId="06A0E127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EK_15</w:t>
            </w:r>
          </w:p>
        </w:tc>
        <w:tc>
          <w:tcPr>
            <w:tcW w:w="5441" w:type="dxa"/>
          </w:tcPr>
          <w:p w14:paraId="71E4C4E0" w14:textId="5B648CA3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14:paraId="1F96EE71" w14:textId="1414AAC5" w:rsidR="050FD1E3" w:rsidRDefault="000E03C4" w:rsidP="050FD1E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</w:tbl>
    <w:p w14:paraId="2DAF642A" w14:textId="77777777" w:rsidR="00923D7D" w:rsidRPr="007362F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26312" w14:textId="77777777" w:rsidR="0085747A" w:rsidRPr="007362F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 xml:space="preserve">4.2 </w:t>
      </w:r>
      <w:r w:rsidR="0085747A" w:rsidRPr="007362F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62F2">
        <w:rPr>
          <w:rFonts w:ascii="Corbel" w:hAnsi="Corbel"/>
          <w:smallCaps w:val="0"/>
          <w:szCs w:val="24"/>
        </w:rPr>
        <w:t xml:space="preserve"> </w:t>
      </w:r>
    </w:p>
    <w:p w14:paraId="3CBF6BC7" w14:textId="77777777" w:rsidR="00923D7D" w:rsidRPr="007362F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62F2" w14:paraId="534196A8" w14:textId="77777777" w:rsidTr="00923D7D">
        <w:tc>
          <w:tcPr>
            <w:tcW w:w="9670" w:type="dxa"/>
          </w:tcPr>
          <w:p w14:paraId="2B01C93C" w14:textId="18DA9F31" w:rsidR="00FE71FC" w:rsidRDefault="00FE71FC" w:rsidP="0041653B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362F2">
              <w:rPr>
                <w:rFonts w:ascii="Corbel" w:hAnsi="Corbel"/>
                <w:b w:val="0"/>
                <w:smallCaps w:val="0"/>
                <w:sz w:val="22"/>
              </w:rPr>
              <w:t>W przypadku wykładu: wynik egzaminu ustalany na podstawie pisemnych lub ustnych odpowiedzi studentów gdzie ocena pozytywna osiągana jest przy min. 51% poprawnych odpowiedzi</w:t>
            </w:r>
            <w:r w:rsidR="00157185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  <w:r w:rsidRPr="007362F2">
              <w:rPr>
                <w:rFonts w:ascii="Corbel" w:hAnsi="Corbel"/>
                <w:b w:val="0"/>
                <w:smallCaps w:val="0"/>
                <w:sz w:val="22"/>
              </w:rPr>
              <w:t>aktywność na ćwiczeniach, wyniki ustalane na podstawie pisemnych prac studentów lub ustnej odpowiedzi, obserwacja w trakcie zajęć</w:t>
            </w:r>
            <w:r w:rsidR="00157185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4496143B" w14:textId="591388D5" w:rsidR="00FC5335" w:rsidRPr="005F58EA" w:rsidRDefault="00FC5335" w:rsidP="00FC5335">
            <w:pPr>
              <w:pStyle w:val="Punktygwne"/>
              <w:spacing w:before="0" w:after="0"/>
              <w:jc w:val="both"/>
            </w:pPr>
            <w:r w:rsidRPr="005F58EA">
              <w:rPr>
                <w:rFonts w:ascii="Corbel" w:hAnsi="Corbel"/>
                <w:b w:val="0"/>
                <w:smallCaps w:val="0"/>
                <w:sz w:val="22"/>
              </w:rPr>
              <w:t xml:space="preserve">W przypadku ćwiczeń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- </w:t>
            </w:r>
            <w:r w:rsidRPr="005F58EA">
              <w:rPr>
                <w:rFonts w:ascii="Corbel" w:hAnsi="Corbel"/>
                <w:b w:val="0"/>
                <w:smallCaps w:val="0"/>
                <w:sz w:val="22"/>
              </w:rPr>
              <w:t>aktywność na ćwiczeniach, wyniki ustalane na podstawie pisemnych prac studentów lub ustnej odpowiedzi, obserwacja w trakcie zajęć, gdzie ocena pozytywna osiągana jest w przypadku uzyskania ponad 50% poprawnych odpowiedzi.</w:t>
            </w:r>
          </w:p>
          <w:p w14:paraId="3C683522" w14:textId="77777777" w:rsidR="0085747A" w:rsidRPr="007362F2" w:rsidRDefault="00FE71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 w:val="22"/>
                <w:szCs w:val="24"/>
              </w:rPr>
              <w:t>Kryteria oceny: kompletność odpowiedzi, poprawna terminologia, aktualny stan prawny.</w:t>
            </w:r>
          </w:p>
          <w:p w14:paraId="750638AB" w14:textId="75726163" w:rsidR="00ED0340" w:rsidRPr="007362F2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DO EGZAMINU STOSUJE SIĘ PRZELICZNIK ZA ODPOWIEDNI PROCENT UZYSKANYCH PUNKTÓW: </w:t>
            </w:r>
          </w:p>
          <w:p w14:paraId="0AB8FF72" w14:textId="77777777" w:rsidR="00ED0340" w:rsidRPr="007362F2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762C6DAF" w14:textId="77777777" w:rsidR="00ED0340" w:rsidRPr="007362F2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 51% - 60% - DOSTATECZNY,</w:t>
            </w:r>
          </w:p>
          <w:p w14:paraId="2178D866" w14:textId="77777777" w:rsidR="00ED0340" w:rsidRPr="007362F2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14:paraId="3412846B" w14:textId="77777777" w:rsidR="00ED0340" w:rsidRPr="007362F2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456EBBA9" w14:textId="77777777" w:rsidR="00ED0340" w:rsidRPr="007362F2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14:paraId="6A9AE49F" w14:textId="5E65248C" w:rsidR="007F6965" w:rsidRPr="007362F2" w:rsidRDefault="00ED0340" w:rsidP="0041653B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- 91% -  100% - BARDZO DOBRY.</w:t>
            </w:r>
          </w:p>
        </w:tc>
      </w:tr>
    </w:tbl>
    <w:p w14:paraId="163D7E48" w14:textId="77777777" w:rsidR="0085747A" w:rsidRPr="007362F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223C10" w14:textId="77777777" w:rsidR="009F4610" w:rsidRPr="007362F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62F2">
        <w:rPr>
          <w:rFonts w:ascii="Corbel" w:hAnsi="Corbel"/>
          <w:b/>
          <w:sz w:val="24"/>
          <w:szCs w:val="24"/>
        </w:rPr>
        <w:t xml:space="preserve">5. </w:t>
      </w:r>
      <w:r w:rsidR="00C61DC5" w:rsidRPr="007362F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671C96" w14:textId="77777777" w:rsidR="0085747A" w:rsidRPr="007362F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7362F2" w:rsidRPr="007362F2" w14:paraId="2D4EBBB0" w14:textId="77777777" w:rsidTr="0041653B">
        <w:tc>
          <w:tcPr>
            <w:tcW w:w="5132" w:type="dxa"/>
            <w:vAlign w:val="center"/>
          </w:tcPr>
          <w:p w14:paraId="2AC07A1D" w14:textId="77777777" w:rsidR="0085747A" w:rsidRPr="007362F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62F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62F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5197949" w14:textId="77777777" w:rsidR="0085747A" w:rsidRPr="007362F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62F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362F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362F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362F2" w:rsidRPr="007362F2" w14:paraId="256F7E77" w14:textId="77777777" w:rsidTr="0041653B">
        <w:tc>
          <w:tcPr>
            <w:tcW w:w="5132" w:type="dxa"/>
          </w:tcPr>
          <w:p w14:paraId="4083246E" w14:textId="1EF9D41E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388" w:type="dxa"/>
          </w:tcPr>
          <w:p w14:paraId="714B57A4" w14:textId="77777777" w:rsidR="001F5DF4" w:rsidRPr="007362F2" w:rsidRDefault="001F5DF4" w:rsidP="001F5DF4">
            <w:pPr>
              <w:pStyle w:val="Akapitzlist"/>
              <w:spacing w:after="120" w:line="240" w:lineRule="auto"/>
              <w:ind w:left="0"/>
            </w:pPr>
            <w:r w:rsidRPr="007362F2">
              <w:rPr>
                <w:rFonts w:ascii="Corbel" w:hAnsi="Corbel"/>
              </w:rPr>
              <w:t>15 godz. - wykład</w:t>
            </w:r>
          </w:p>
          <w:p w14:paraId="02197378" w14:textId="24BB91A1" w:rsidR="001F5DF4" w:rsidRPr="007362F2" w:rsidRDefault="00BB27A8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godz. </w:t>
            </w:r>
            <w:r w:rsidR="0097484C">
              <w:rPr>
                <w:rFonts w:ascii="Corbel" w:hAnsi="Corbel"/>
                <w:sz w:val="24"/>
                <w:szCs w:val="24"/>
              </w:rPr>
              <w:t>Ć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97484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362F2" w:rsidRPr="007362F2" w14:paraId="28E42728" w14:textId="77777777" w:rsidTr="0041653B">
        <w:tc>
          <w:tcPr>
            <w:tcW w:w="5132" w:type="dxa"/>
          </w:tcPr>
          <w:p w14:paraId="58A12552" w14:textId="77777777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4BFF5C4" w14:textId="39218E8F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434428F5" w14:textId="5766E0A2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7362F2" w:rsidRPr="007362F2" w14:paraId="018C2E86" w14:textId="77777777" w:rsidTr="0041653B">
        <w:tc>
          <w:tcPr>
            <w:tcW w:w="5132" w:type="dxa"/>
          </w:tcPr>
          <w:p w14:paraId="31808A52" w14:textId="77777777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EF48795" w14:textId="2B474841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66024E8C" w14:textId="49020ADC" w:rsidR="001F5DF4" w:rsidRPr="007362F2" w:rsidRDefault="007647E1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  <w:r w:rsidR="001F5DF4" w:rsidRPr="007362F2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7362F2" w:rsidRPr="007362F2" w14:paraId="1D02EEFB" w14:textId="77777777" w:rsidTr="0041653B">
        <w:tc>
          <w:tcPr>
            <w:tcW w:w="5132" w:type="dxa"/>
          </w:tcPr>
          <w:p w14:paraId="79E1801A" w14:textId="401956D8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AFC52D7" w14:textId="5B7EB48B" w:rsidR="001F5DF4" w:rsidRPr="007362F2" w:rsidRDefault="4C644EA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50FD1E3">
              <w:rPr>
                <w:rFonts w:ascii="Corbel" w:hAnsi="Corbel"/>
                <w:sz w:val="24"/>
                <w:szCs w:val="24"/>
              </w:rPr>
              <w:t xml:space="preserve">112 </w:t>
            </w:r>
          </w:p>
        </w:tc>
      </w:tr>
      <w:tr w:rsidR="007362F2" w:rsidRPr="007362F2" w14:paraId="093E2AD5" w14:textId="77777777" w:rsidTr="0041653B">
        <w:tc>
          <w:tcPr>
            <w:tcW w:w="5132" w:type="dxa"/>
          </w:tcPr>
          <w:p w14:paraId="1496C3BD" w14:textId="1AD6EA60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6DFF81B" w14:textId="69D1E47B" w:rsidR="001F5DF4" w:rsidRPr="007362F2" w:rsidRDefault="4C644EA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50FD1E3">
              <w:rPr>
                <w:rFonts w:ascii="Corbel" w:hAnsi="Corbel"/>
                <w:sz w:val="24"/>
                <w:szCs w:val="24"/>
              </w:rPr>
              <w:t xml:space="preserve">4 </w:t>
            </w:r>
          </w:p>
        </w:tc>
      </w:tr>
    </w:tbl>
    <w:p w14:paraId="30FDED25" w14:textId="77777777" w:rsidR="0085747A" w:rsidRPr="007362F2" w:rsidRDefault="00923D7D" w:rsidP="0041653B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7362F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62F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7F6E06" w14:textId="77777777" w:rsidR="003E1941" w:rsidRPr="007362F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62175" w14:textId="77777777" w:rsidR="0041653B" w:rsidRDefault="0041653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BAC9DE4" w14:textId="0D97445B" w:rsidR="0085747A" w:rsidRPr="007362F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7362F2">
        <w:rPr>
          <w:rFonts w:ascii="Corbel" w:hAnsi="Corbel"/>
          <w:smallCaps w:val="0"/>
          <w:szCs w:val="24"/>
        </w:rPr>
        <w:t>PRAKTYKI ZAWO</w:t>
      </w:r>
      <w:r w:rsidR="009D3F3B" w:rsidRPr="007362F2">
        <w:rPr>
          <w:rFonts w:ascii="Corbel" w:hAnsi="Corbel"/>
          <w:smallCaps w:val="0"/>
          <w:szCs w:val="24"/>
        </w:rPr>
        <w:t>DOWE W RAMACH PRZEDMIOTU</w:t>
      </w:r>
    </w:p>
    <w:p w14:paraId="58321921" w14:textId="77777777" w:rsidR="0085747A" w:rsidRPr="007362F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7362F2" w:rsidRPr="007362F2" w14:paraId="6A6206F6" w14:textId="77777777" w:rsidTr="0041653B">
        <w:trPr>
          <w:trHeight w:val="397"/>
        </w:trPr>
        <w:tc>
          <w:tcPr>
            <w:tcW w:w="3715" w:type="dxa"/>
          </w:tcPr>
          <w:p w14:paraId="14FAF702" w14:textId="77777777" w:rsidR="0085747A" w:rsidRPr="007362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7AE2D067" w14:textId="1B42FAF6" w:rsidR="0085747A" w:rsidRPr="007362F2" w:rsidRDefault="001F5D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7362F2" w14:paraId="4F558F77" w14:textId="77777777" w:rsidTr="0041653B">
        <w:trPr>
          <w:trHeight w:val="397"/>
        </w:trPr>
        <w:tc>
          <w:tcPr>
            <w:tcW w:w="3715" w:type="dxa"/>
          </w:tcPr>
          <w:p w14:paraId="4DB1FBD6" w14:textId="77777777" w:rsidR="0085747A" w:rsidRPr="007362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0170CDF" w14:textId="5496ACAF" w:rsidR="0085747A" w:rsidRPr="007362F2" w:rsidRDefault="001F5D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06DBAD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37559" w14:textId="77777777" w:rsidR="002207E1" w:rsidRPr="007362F2" w:rsidRDefault="002207E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6D368" w14:textId="77777777" w:rsidR="0085747A" w:rsidRPr="007362F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 xml:space="preserve">7. </w:t>
      </w:r>
      <w:r w:rsidR="0085747A" w:rsidRPr="007362F2">
        <w:rPr>
          <w:rFonts w:ascii="Corbel" w:hAnsi="Corbel"/>
          <w:smallCaps w:val="0"/>
          <w:szCs w:val="24"/>
        </w:rPr>
        <w:t>LITERATURA</w:t>
      </w:r>
      <w:r w:rsidRPr="007362F2">
        <w:rPr>
          <w:rFonts w:ascii="Corbel" w:hAnsi="Corbel"/>
          <w:smallCaps w:val="0"/>
          <w:szCs w:val="24"/>
        </w:rPr>
        <w:t xml:space="preserve"> </w:t>
      </w:r>
    </w:p>
    <w:p w14:paraId="170900D2" w14:textId="77777777" w:rsidR="00675843" w:rsidRPr="007362F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362F2" w:rsidRPr="007362F2" w14:paraId="43415488" w14:textId="77777777" w:rsidTr="050FD1E3">
        <w:trPr>
          <w:trHeight w:val="397"/>
        </w:trPr>
        <w:tc>
          <w:tcPr>
            <w:tcW w:w="7513" w:type="dxa"/>
          </w:tcPr>
          <w:p w14:paraId="5BAA9891" w14:textId="44B12529" w:rsidR="050FD1E3" w:rsidRPr="0041653B" w:rsidRDefault="0085747A" w:rsidP="050FD1E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50FD1E3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2323BFD" w14:textId="4B8EA770" w:rsidR="00032288" w:rsidRPr="00032288" w:rsidRDefault="004160E0" w:rsidP="0041653B">
            <w:pPr>
              <w:pStyle w:val="Punktygwne"/>
              <w:numPr>
                <w:ilvl w:val="0"/>
                <w:numId w:val="3"/>
              </w:numPr>
              <w:spacing w:before="120" w:after="0"/>
              <w:ind w:left="335" w:hanging="27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M. Biliński, W. Gonet, H. Wolska, </w:t>
            </w:r>
            <w:r w:rsidRPr="007362F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Gospodarka komunalna. Problematyka realizacji zadań publicznych, 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Wydawnictwo Wolters Kluwer, Warszawa </w:t>
            </w:r>
            <w:r w:rsidR="00B8129D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</w:p>
          <w:p w14:paraId="4F712911" w14:textId="35CB9D68" w:rsidR="00C02120" w:rsidRPr="007362F2" w:rsidRDefault="0022052F" w:rsidP="0041653B">
            <w:pPr>
              <w:pStyle w:val="Punktygwne"/>
              <w:numPr>
                <w:ilvl w:val="0"/>
                <w:numId w:val="3"/>
              </w:numPr>
              <w:spacing w:before="0" w:after="120"/>
              <w:ind w:left="335" w:hanging="27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E. Ura, </w:t>
            </w:r>
            <w:r w:rsidRPr="007362F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Prawo administracyjne, 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>Wydawnictwo Wolters Kluwer, Warszawa 202</w:t>
            </w:r>
            <w:r w:rsidR="004160E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7362F2" w14:paraId="1964EF22" w14:textId="77777777" w:rsidTr="050FD1E3">
        <w:trPr>
          <w:trHeight w:val="397"/>
        </w:trPr>
        <w:tc>
          <w:tcPr>
            <w:tcW w:w="7513" w:type="dxa"/>
          </w:tcPr>
          <w:p w14:paraId="32B42C51" w14:textId="77777777" w:rsidR="0085747A" w:rsidRPr="007362F2" w:rsidRDefault="0085747A" w:rsidP="050FD1E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50FD1E3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3C54B9B3" w14:textId="758B568F" w:rsidR="00757E98" w:rsidRPr="007362F2" w:rsidRDefault="00DE0D8D" w:rsidP="0041653B">
            <w:pPr>
              <w:pStyle w:val="Punktygwne"/>
              <w:numPr>
                <w:ilvl w:val="0"/>
                <w:numId w:val="4"/>
              </w:numPr>
              <w:spacing w:before="120" w:after="120"/>
              <w:ind w:left="339" w:hanging="26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C. B</w:t>
            </w:r>
            <w:r w:rsidRPr="00DE0D8D">
              <w:rPr>
                <w:rFonts w:ascii="Corbel" w:hAnsi="Corbel"/>
                <w:b w:val="0"/>
                <w:smallCaps w:val="0"/>
                <w:szCs w:val="24"/>
              </w:rPr>
              <w:t xml:space="preserve">anasiński,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r w:rsidRPr="00DE0D8D">
              <w:rPr>
                <w:rFonts w:ascii="Corbel" w:hAnsi="Corbel"/>
                <w:b w:val="0"/>
                <w:smallCaps w:val="0"/>
                <w:szCs w:val="24"/>
              </w:rPr>
              <w:t xml:space="preserve">Jaroszyński, </w:t>
            </w:r>
            <w:r w:rsidRPr="00CC18F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Ustawa o gospodarce komunalnej.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557D5">
              <w:rPr>
                <w:rFonts w:ascii="Corbel" w:hAnsi="Corbel"/>
                <w:b w:val="0"/>
                <w:smallCaps w:val="0"/>
                <w:szCs w:val="24"/>
              </w:rPr>
              <w:t>Wolter Kluwer, Warszawa 202</w:t>
            </w:r>
            <w:r w:rsidR="00CA23E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50369C6E" w14:textId="77777777" w:rsidR="0085747A" w:rsidRPr="007362F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1C00D3" w14:textId="77777777" w:rsidR="0085747A" w:rsidRPr="007362F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5888D2" w14:textId="77777777" w:rsidR="0085747A" w:rsidRPr="007362F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62F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62F2" w:rsidSect="0041653B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8DFEB" w14:textId="77777777" w:rsidR="00823238" w:rsidRDefault="00823238" w:rsidP="00C16ABF">
      <w:pPr>
        <w:spacing w:after="0" w:line="240" w:lineRule="auto"/>
      </w:pPr>
      <w:r>
        <w:separator/>
      </w:r>
    </w:p>
  </w:endnote>
  <w:endnote w:type="continuationSeparator" w:id="0">
    <w:p w14:paraId="2FB339D2" w14:textId="77777777" w:rsidR="00823238" w:rsidRDefault="008232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14903" w14:textId="77777777" w:rsidR="00823238" w:rsidRDefault="00823238" w:rsidP="00C16ABF">
      <w:pPr>
        <w:spacing w:after="0" w:line="240" w:lineRule="auto"/>
      </w:pPr>
      <w:r>
        <w:separator/>
      </w:r>
    </w:p>
  </w:footnote>
  <w:footnote w:type="continuationSeparator" w:id="0">
    <w:p w14:paraId="05A06B26" w14:textId="77777777" w:rsidR="00823238" w:rsidRDefault="00823238" w:rsidP="00C16ABF">
      <w:pPr>
        <w:spacing w:after="0" w:line="240" w:lineRule="auto"/>
      </w:pPr>
      <w:r>
        <w:continuationSeparator/>
      </w:r>
    </w:p>
  </w:footnote>
  <w:footnote w:id="1">
    <w:p w14:paraId="315962A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D1F02"/>
    <w:multiLevelType w:val="hybridMultilevel"/>
    <w:tmpl w:val="34D05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E799A"/>
    <w:multiLevelType w:val="hybridMultilevel"/>
    <w:tmpl w:val="F156F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D11D44"/>
    <w:multiLevelType w:val="hybridMultilevel"/>
    <w:tmpl w:val="FBD83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514472">
    <w:abstractNumId w:val="2"/>
  </w:num>
  <w:num w:numId="2" w16cid:durableId="2097480746">
    <w:abstractNumId w:val="1"/>
  </w:num>
  <w:num w:numId="3" w16cid:durableId="1705595724">
    <w:abstractNumId w:val="3"/>
  </w:num>
  <w:num w:numId="4" w16cid:durableId="6810506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2288"/>
    <w:rsid w:val="00042A51"/>
    <w:rsid w:val="00042D2E"/>
    <w:rsid w:val="000430A1"/>
    <w:rsid w:val="00044C82"/>
    <w:rsid w:val="00046B86"/>
    <w:rsid w:val="00063145"/>
    <w:rsid w:val="0006767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3C4"/>
    <w:rsid w:val="000F1C57"/>
    <w:rsid w:val="000F5615"/>
    <w:rsid w:val="00124BFF"/>
    <w:rsid w:val="0012560E"/>
    <w:rsid w:val="00127108"/>
    <w:rsid w:val="00134B13"/>
    <w:rsid w:val="00146BC0"/>
    <w:rsid w:val="001512DF"/>
    <w:rsid w:val="00153518"/>
    <w:rsid w:val="00153C41"/>
    <w:rsid w:val="00154381"/>
    <w:rsid w:val="00157185"/>
    <w:rsid w:val="001640A7"/>
    <w:rsid w:val="001643F7"/>
    <w:rsid w:val="00164FA7"/>
    <w:rsid w:val="00166A03"/>
    <w:rsid w:val="001718A7"/>
    <w:rsid w:val="001737CF"/>
    <w:rsid w:val="00176083"/>
    <w:rsid w:val="001860B9"/>
    <w:rsid w:val="00192F37"/>
    <w:rsid w:val="00194879"/>
    <w:rsid w:val="001A57BE"/>
    <w:rsid w:val="001A70D2"/>
    <w:rsid w:val="001B0A1D"/>
    <w:rsid w:val="001B7068"/>
    <w:rsid w:val="001D0847"/>
    <w:rsid w:val="001D657B"/>
    <w:rsid w:val="001D7B54"/>
    <w:rsid w:val="001E0209"/>
    <w:rsid w:val="001F2CA2"/>
    <w:rsid w:val="001F5DF4"/>
    <w:rsid w:val="002144C0"/>
    <w:rsid w:val="0022052F"/>
    <w:rsid w:val="00220578"/>
    <w:rsid w:val="002207E1"/>
    <w:rsid w:val="0022477D"/>
    <w:rsid w:val="00226B2A"/>
    <w:rsid w:val="002278A9"/>
    <w:rsid w:val="002336F9"/>
    <w:rsid w:val="0024028F"/>
    <w:rsid w:val="00244ABC"/>
    <w:rsid w:val="00281FF2"/>
    <w:rsid w:val="002821FC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84A"/>
    <w:rsid w:val="002D3375"/>
    <w:rsid w:val="002D73D4"/>
    <w:rsid w:val="002F02A3"/>
    <w:rsid w:val="002F4ABE"/>
    <w:rsid w:val="003006BA"/>
    <w:rsid w:val="003018BA"/>
    <w:rsid w:val="0030395F"/>
    <w:rsid w:val="00305C92"/>
    <w:rsid w:val="003079C0"/>
    <w:rsid w:val="00312A45"/>
    <w:rsid w:val="003151C5"/>
    <w:rsid w:val="0031779F"/>
    <w:rsid w:val="003343CF"/>
    <w:rsid w:val="00346FE9"/>
    <w:rsid w:val="0034759A"/>
    <w:rsid w:val="003503F6"/>
    <w:rsid w:val="00350B6C"/>
    <w:rsid w:val="003530DD"/>
    <w:rsid w:val="0035362C"/>
    <w:rsid w:val="00354BC3"/>
    <w:rsid w:val="00363F78"/>
    <w:rsid w:val="003A0A5B"/>
    <w:rsid w:val="003A1176"/>
    <w:rsid w:val="003A20FB"/>
    <w:rsid w:val="003C056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60E0"/>
    <w:rsid w:val="0041653B"/>
    <w:rsid w:val="0042244A"/>
    <w:rsid w:val="0042745A"/>
    <w:rsid w:val="00431D5C"/>
    <w:rsid w:val="004362C6"/>
    <w:rsid w:val="00437FA2"/>
    <w:rsid w:val="00445970"/>
    <w:rsid w:val="0046000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7E8"/>
    <w:rsid w:val="004D5282"/>
    <w:rsid w:val="004F1551"/>
    <w:rsid w:val="004F2DED"/>
    <w:rsid w:val="004F55A3"/>
    <w:rsid w:val="00502538"/>
    <w:rsid w:val="0050496F"/>
    <w:rsid w:val="00513B6F"/>
    <w:rsid w:val="00517C63"/>
    <w:rsid w:val="00526A55"/>
    <w:rsid w:val="0053188B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197"/>
    <w:rsid w:val="0061029B"/>
    <w:rsid w:val="00617230"/>
    <w:rsid w:val="00621CE1"/>
    <w:rsid w:val="0062227C"/>
    <w:rsid w:val="006277D6"/>
    <w:rsid w:val="00627FC9"/>
    <w:rsid w:val="00647FA8"/>
    <w:rsid w:val="00650C5F"/>
    <w:rsid w:val="00654934"/>
    <w:rsid w:val="006620D9"/>
    <w:rsid w:val="00671958"/>
    <w:rsid w:val="00675843"/>
    <w:rsid w:val="00696477"/>
    <w:rsid w:val="006A2211"/>
    <w:rsid w:val="006C167B"/>
    <w:rsid w:val="006D050F"/>
    <w:rsid w:val="006D5C0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F2"/>
    <w:rsid w:val="00745302"/>
    <w:rsid w:val="007461D6"/>
    <w:rsid w:val="00746EC8"/>
    <w:rsid w:val="007557D5"/>
    <w:rsid w:val="00757E98"/>
    <w:rsid w:val="00763BF1"/>
    <w:rsid w:val="007647E1"/>
    <w:rsid w:val="00766FD4"/>
    <w:rsid w:val="00771E6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6965"/>
    <w:rsid w:val="00806F4D"/>
    <w:rsid w:val="0081554D"/>
    <w:rsid w:val="00816571"/>
    <w:rsid w:val="0081707E"/>
    <w:rsid w:val="00823238"/>
    <w:rsid w:val="0084091E"/>
    <w:rsid w:val="008449B3"/>
    <w:rsid w:val="008552A2"/>
    <w:rsid w:val="0085747A"/>
    <w:rsid w:val="00883CF4"/>
    <w:rsid w:val="00884922"/>
    <w:rsid w:val="00885F64"/>
    <w:rsid w:val="008917F9"/>
    <w:rsid w:val="008A029A"/>
    <w:rsid w:val="008A45F7"/>
    <w:rsid w:val="008C0CC0"/>
    <w:rsid w:val="008C19A9"/>
    <w:rsid w:val="008C379D"/>
    <w:rsid w:val="008C5147"/>
    <w:rsid w:val="008C5359"/>
    <w:rsid w:val="008C5363"/>
    <w:rsid w:val="008D2ACD"/>
    <w:rsid w:val="008D3DFB"/>
    <w:rsid w:val="008E64F4"/>
    <w:rsid w:val="008F12C9"/>
    <w:rsid w:val="008F6E29"/>
    <w:rsid w:val="00916188"/>
    <w:rsid w:val="009226DC"/>
    <w:rsid w:val="00923D7D"/>
    <w:rsid w:val="009508DF"/>
    <w:rsid w:val="00950DAC"/>
    <w:rsid w:val="00954A07"/>
    <w:rsid w:val="0097484C"/>
    <w:rsid w:val="00997F14"/>
    <w:rsid w:val="009A78D9"/>
    <w:rsid w:val="009C3E31"/>
    <w:rsid w:val="009C54AE"/>
    <w:rsid w:val="009C788E"/>
    <w:rsid w:val="009D3F3B"/>
    <w:rsid w:val="009E0543"/>
    <w:rsid w:val="009E3B41"/>
    <w:rsid w:val="009E4477"/>
    <w:rsid w:val="009F3C5C"/>
    <w:rsid w:val="009F4610"/>
    <w:rsid w:val="009F62EF"/>
    <w:rsid w:val="00A00542"/>
    <w:rsid w:val="00A00ECC"/>
    <w:rsid w:val="00A03F3F"/>
    <w:rsid w:val="00A155EE"/>
    <w:rsid w:val="00A17DFF"/>
    <w:rsid w:val="00A2245B"/>
    <w:rsid w:val="00A272BF"/>
    <w:rsid w:val="00A30110"/>
    <w:rsid w:val="00A35A26"/>
    <w:rsid w:val="00A36899"/>
    <w:rsid w:val="00A371F6"/>
    <w:rsid w:val="00A43BF6"/>
    <w:rsid w:val="00A53FA5"/>
    <w:rsid w:val="00A54817"/>
    <w:rsid w:val="00A601C8"/>
    <w:rsid w:val="00A60799"/>
    <w:rsid w:val="00A72F60"/>
    <w:rsid w:val="00A84C85"/>
    <w:rsid w:val="00A93FB7"/>
    <w:rsid w:val="00A94930"/>
    <w:rsid w:val="00A97DE1"/>
    <w:rsid w:val="00AB053C"/>
    <w:rsid w:val="00AB1AA1"/>
    <w:rsid w:val="00AC67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D51"/>
    <w:rsid w:val="00B3130B"/>
    <w:rsid w:val="00B40ADB"/>
    <w:rsid w:val="00B43B77"/>
    <w:rsid w:val="00B43E80"/>
    <w:rsid w:val="00B607DB"/>
    <w:rsid w:val="00B61742"/>
    <w:rsid w:val="00B66529"/>
    <w:rsid w:val="00B72928"/>
    <w:rsid w:val="00B75946"/>
    <w:rsid w:val="00B8056E"/>
    <w:rsid w:val="00B8129D"/>
    <w:rsid w:val="00B819C8"/>
    <w:rsid w:val="00B82308"/>
    <w:rsid w:val="00B87A79"/>
    <w:rsid w:val="00B90885"/>
    <w:rsid w:val="00B91DE8"/>
    <w:rsid w:val="00BA3D8D"/>
    <w:rsid w:val="00BA4BD4"/>
    <w:rsid w:val="00BB27A8"/>
    <w:rsid w:val="00BB520A"/>
    <w:rsid w:val="00BD305E"/>
    <w:rsid w:val="00BD3869"/>
    <w:rsid w:val="00BD66E9"/>
    <w:rsid w:val="00BD6FF4"/>
    <w:rsid w:val="00BF2C41"/>
    <w:rsid w:val="00C02120"/>
    <w:rsid w:val="00C058B4"/>
    <w:rsid w:val="00C05F44"/>
    <w:rsid w:val="00C131B5"/>
    <w:rsid w:val="00C16ABF"/>
    <w:rsid w:val="00C170AE"/>
    <w:rsid w:val="00C26CB7"/>
    <w:rsid w:val="00C324C1"/>
    <w:rsid w:val="00C33C9A"/>
    <w:rsid w:val="00C36992"/>
    <w:rsid w:val="00C56036"/>
    <w:rsid w:val="00C61DC5"/>
    <w:rsid w:val="00C67E92"/>
    <w:rsid w:val="00C70A26"/>
    <w:rsid w:val="00C70F4D"/>
    <w:rsid w:val="00C766DF"/>
    <w:rsid w:val="00C876B0"/>
    <w:rsid w:val="00C94B98"/>
    <w:rsid w:val="00CA23E8"/>
    <w:rsid w:val="00CA2B96"/>
    <w:rsid w:val="00CA5089"/>
    <w:rsid w:val="00CA56E5"/>
    <w:rsid w:val="00CB0622"/>
    <w:rsid w:val="00CB3EA0"/>
    <w:rsid w:val="00CC18F2"/>
    <w:rsid w:val="00CC2C5A"/>
    <w:rsid w:val="00CC7DFB"/>
    <w:rsid w:val="00CD6897"/>
    <w:rsid w:val="00CE02C0"/>
    <w:rsid w:val="00CE0C57"/>
    <w:rsid w:val="00CE5BAC"/>
    <w:rsid w:val="00CF25BE"/>
    <w:rsid w:val="00CF5151"/>
    <w:rsid w:val="00CF78ED"/>
    <w:rsid w:val="00D02B25"/>
    <w:rsid w:val="00D02EBA"/>
    <w:rsid w:val="00D03CA2"/>
    <w:rsid w:val="00D17C3C"/>
    <w:rsid w:val="00D250D0"/>
    <w:rsid w:val="00D26B2C"/>
    <w:rsid w:val="00D352C9"/>
    <w:rsid w:val="00D425B2"/>
    <w:rsid w:val="00D428D6"/>
    <w:rsid w:val="00D5120C"/>
    <w:rsid w:val="00D552B2"/>
    <w:rsid w:val="00D56AD0"/>
    <w:rsid w:val="00D608D1"/>
    <w:rsid w:val="00D7175F"/>
    <w:rsid w:val="00D74119"/>
    <w:rsid w:val="00D757A4"/>
    <w:rsid w:val="00D8075B"/>
    <w:rsid w:val="00D8678B"/>
    <w:rsid w:val="00DA2114"/>
    <w:rsid w:val="00DA2990"/>
    <w:rsid w:val="00DB2FDB"/>
    <w:rsid w:val="00DE09C0"/>
    <w:rsid w:val="00DE0D8D"/>
    <w:rsid w:val="00DE235D"/>
    <w:rsid w:val="00DE4A14"/>
    <w:rsid w:val="00DF2A59"/>
    <w:rsid w:val="00DF320D"/>
    <w:rsid w:val="00DF71C8"/>
    <w:rsid w:val="00E10546"/>
    <w:rsid w:val="00E129B8"/>
    <w:rsid w:val="00E21E7D"/>
    <w:rsid w:val="00E22FBC"/>
    <w:rsid w:val="00E24BF5"/>
    <w:rsid w:val="00E25338"/>
    <w:rsid w:val="00E35AFC"/>
    <w:rsid w:val="00E46C62"/>
    <w:rsid w:val="00E51E44"/>
    <w:rsid w:val="00E63348"/>
    <w:rsid w:val="00E742AA"/>
    <w:rsid w:val="00E747C5"/>
    <w:rsid w:val="00E77E88"/>
    <w:rsid w:val="00E8107D"/>
    <w:rsid w:val="00E960BB"/>
    <w:rsid w:val="00EA2074"/>
    <w:rsid w:val="00EA4832"/>
    <w:rsid w:val="00EA4E9D"/>
    <w:rsid w:val="00EB4555"/>
    <w:rsid w:val="00EC1EF9"/>
    <w:rsid w:val="00EC4899"/>
    <w:rsid w:val="00ED0340"/>
    <w:rsid w:val="00ED03AB"/>
    <w:rsid w:val="00ED0C72"/>
    <w:rsid w:val="00ED32D2"/>
    <w:rsid w:val="00ED7343"/>
    <w:rsid w:val="00EE32DE"/>
    <w:rsid w:val="00EE5457"/>
    <w:rsid w:val="00EF7CBF"/>
    <w:rsid w:val="00F00D4E"/>
    <w:rsid w:val="00F070AB"/>
    <w:rsid w:val="00F17567"/>
    <w:rsid w:val="00F27A7B"/>
    <w:rsid w:val="00F34463"/>
    <w:rsid w:val="00F5154E"/>
    <w:rsid w:val="00F526AF"/>
    <w:rsid w:val="00F561CE"/>
    <w:rsid w:val="00F617C3"/>
    <w:rsid w:val="00F7066B"/>
    <w:rsid w:val="00F83B28"/>
    <w:rsid w:val="00F9427A"/>
    <w:rsid w:val="00F96893"/>
    <w:rsid w:val="00F974DA"/>
    <w:rsid w:val="00FA46E5"/>
    <w:rsid w:val="00FB2B13"/>
    <w:rsid w:val="00FB7DBA"/>
    <w:rsid w:val="00FC1097"/>
    <w:rsid w:val="00FC1C25"/>
    <w:rsid w:val="00FC3F45"/>
    <w:rsid w:val="00FC5335"/>
    <w:rsid w:val="00FD503F"/>
    <w:rsid w:val="00FD6307"/>
    <w:rsid w:val="00FD7589"/>
    <w:rsid w:val="00FE71FC"/>
    <w:rsid w:val="00FF016A"/>
    <w:rsid w:val="00FF1401"/>
    <w:rsid w:val="00FF5E7D"/>
    <w:rsid w:val="050FD1E3"/>
    <w:rsid w:val="08208F89"/>
    <w:rsid w:val="0EB6B429"/>
    <w:rsid w:val="0FFCC109"/>
    <w:rsid w:val="110F09F3"/>
    <w:rsid w:val="1551FCEA"/>
    <w:rsid w:val="1809D36F"/>
    <w:rsid w:val="1A7E5D21"/>
    <w:rsid w:val="1D38F518"/>
    <w:rsid w:val="1E24CA85"/>
    <w:rsid w:val="20E1D3C5"/>
    <w:rsid w:val="26C6AF01"/>
    <w:rsid w:val="283FFAE8"/>
    <w:rsid w:val="28E50C0E"/>
    <w:rsid w:val="34C55424"/>
    <w:rsid w:val="396C661F"/>
    <w:rsid w:val="3B083680"/>
    <w:rsid w:val="3BD7387A"/>
    <w:rsid w:val="3F1EFA92"/>
    <w:rsid w:val="443A7D6F"/>
    <w:rsid w:val="4AAC1920"/>
    <w:rsid w:val="4C644EA4"/>
    <w:rsid w:val="4F6411D9"/>
    <w:rsid w:val="507619D6"/>
    <w:rsid w:val="5345E06F"/>
    <w:rsid w:val="577CAE55"/>
    <w:rsid w:val="63FCC73F"/>
    <w:rsid w:val="6B76B523"/>
    <w:rsid w:val="6E8E21B0"/>
    <w:rsid w:val="703E0AB0"/>
    <w:rsid w:val="70E772C0"/>
    <w:rsid w:val="717312D6"/>
    <w:rsid w:val="75B18B78"/>
    <w:rsid w:val="772C7956"/>
    <w:rsid w:val="7AB2E3E7"/>
    <w:rsid w:val="7C43DCCB"/>
    <w:rsid w:val="7D5F53F3"/>
    <w:rsid w:val="7DF3FD51"/>
    <w:rsid w:val="7F3BA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6933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84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6C167B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6C16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1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16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167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16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167B"/>
    <w:rPr>
      <w:rFonts w:ascii="Calibri" w:hAnsi="Calibri"/>
      <w:b/>
      <w:bCs/>
      <w:lang w:eastAsia="en-US"/>
    </w:rPr>
  </w:style>
  <w:style w:type="paragraph" w:customStyle="1" w:styleId="Zawartotabeli">
    <w:name w:val="Zawartość tabeli"/>
    <w:basedOn w:val="Normalny"/>
    <w:rsid w:val="0062227C"/>
    <w:pPr>
      <w:suppressLineNumbers/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1526</Words>
  <Characters>9156</Characters>
  <Application>Microsoft Office Word</Application>
  <DocSecurity>0</DocSecurity>
  <Lines>76</Lines>
  <Paragraphs>21</Paragraphs>
  <ScaleCrop>false</ScaleCrop>
  <Company>Hewlett-Packard Company</Company>
  <LinksUpToDate>false</LinksUpToDate>
  <CharactersWithSpaces>10661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4</cp:revision>
  <cp:lastPrinted>2025-10-08T07:24:00Z</cp:lastPrinted>
  <dcterms:created xsi:type="dcterms:W3CDTF">2025-10-05T17:18:00Z</dcterms:created>
  <dcterms:modified xsi:type="dcterms:W3CDTF">2025-10-08T07:24:00Z</dcterms:modified>
</cp:coreProperties>
</file>